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D8C767" w14:textId="77777777" w:rsidR="000F07DA" w:rsidRPr="000F07DA" w:rsidRDefault="000F07DA" w:rsidP="000F07DA">
      <w:pPr>
        <w:rPr>
          <w:rFonts w:eastAsia="Calibri"/>
        </w:rPr>
      </w:pPr>
      <w:bookmarkStart w:id="0" w:name="_Toc70426990"/>
    </w:p>
    <w:bookmarkEnd w:id="0"/>
    <w:p w14:paraId="7FF751E3" w14:textId="7D61A381" w:rsidR="0007717C" w:rsidRDefault="00EA68CE" w:rsidP="00EA68CE">
      <w:pPr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 nr 2</w:t>
      </w:r>
    </w:p>
    <w:p w14:paraId="730E130A" w14:textId="77777777" w:rsidR="0007717C" w:rsidRDefault="0007717C" w:rsidP="0007717C">
      <w:pPr>
        <w:rPr>
          <w:rFonts w:asciiTheme="minorHAnsi" w:hAnsiTheme="minorHAnsi" w:cstheme="minorHAnsi"/>
          <w:sz w:val="22"/>
          <w:szCs w:val="22"/>
        </w:rPr>
      </w:pPr>
    </w:p>
    <w:p w14:paraId="75ECB4D6" w14:textId="4E0D65FA" w:rsidR="00401C5A" w:rsidRPr="006C5656" w:rsidRDefault="00401C5A" w:rsidP="0007717C">
      <w:pPr>
        <w:rPr>
          <w:rFonts w:asciiTheme="minorHAnsi" w:hAnsiTheme="minorHAnsi" w:cstheme="minorHAnsi"/>
          <w:sz w:val="22"/>
          <w:szCs w:val="22"/>
        </w:rPr>
      </w:pPr>
      <w:r w:rsidRPr="006C5656">
        <w:rPr>
          <w:rFonts w:asciiTheme="minorHAnsi" w:hAnsiTheme="minorHAnsi" w:cstheme="minorHAnsi"/>
          <w:sz w:val="22"/>
          <w:szCs w:val="22"/>
        </w:rPr>
        <w:t>_______________________</w:t>
      </w:r>
    </w:p>
    <w:p w14:paraId="6A05C699" w14:textId="59CBAD14" w:rsidR="00401C5A" w:rsidRPr="00401C5A" w:rsidRDefault="00401C5A" w:rsidP="0007717C">
      <w:pPr>
        <w:rPr>
          <w:rFonts w:asciiTheme="minorHAnsi" w:hAnsiTheme="minorHAnsi" w:cstheme="minorHAnsi"/>
          <w:i/>
          <w:iCs/>
          <w:sz w:val="20"/>
          <w:szCs w:val="20"/>
        </w:rPr>
      </w:pPr>
      <w:r w:rsidRPr="00875FB6">
        <w:rPr>
          <w:rFonts w:asciiTheme="minorHAnsi" w:hAnsiTheme="minorHAnsi" w:cstheme="minorHAnsi"/>
          <w:i/>
          <w:iCs/>
          <w:sz w:val="20"/>
          <w:szCs w:val="20"/>
        </w:rPr>
        <w:t>Pieczęć firmowa wykonawcy</w:t>
      </w:r>
    </w:p>
    <w:p w14:paraId="0675F2B5" w14:textId="77777777" w:rsidR="00401C5A" w:rsidRDefault="00401C5A" w:rsidP="00F444C3">
      <w:pPr>
        <w:jc w:val="center"/>
        <w:rPr>
          <w:rFonts w:asciiTheme="minorHAnsi" w:hAnsiTheme="minorHAnsi" w:cstheme="minorHAnsi"/>
          <w:b/>
          <w:bCs/>
        </w:rPr>
      </w:pPr>
    </w:p>
    <w:p w14:paraId="788E7CC7" w14:textId="77777777" w:rsidR="000F07DA" w:rsidRDefault="000F07DA" w:rsidP="00F444C3">
      <w:pPr>
        <w:jc w:val="center"/>
        <w:rPr>
          <w:rFonts w:asciiTheme="minorHAnsi" w:hAnsiTheme="minorHAnsi" w:cstheme="minorHAnsi"/>
          <w:b/>
          <w:bCs/>
        </w:rPr>
      </w:pPr>
    </w:p>
    <w:p w14:paraId="594E179C" w14:textId="7AA0D0C4" w:rsidR="00F444C3" w:rsidRPr="00F444C3" w:rsidRDefault="00F444C3" w:rsidP="00F444C3">
      <w:pPr>
        <w:jc w:val="center"/>
        <w:rPr>
          <w:rFonts w:asciiTheme="minorHAnsi" w:hAnsiTheme="minorHAnsi" w:cstheme="minorHAnsi"/>
          <w:b/>
          <w:bCs/>
        </w:rPr>
      </w:pPr>
      <w:r w:rsidRPr="00F444C3">
        <w:rPr>
          <w:rFonts w:asciiTheme="minorHAnsi" w:hAnsiTheme="minorHAnsi" w:cstheme="minorHAnsi"/>
          <w:b/>
          <w:bCs/>
        </w:rPr>
        <w:t>Oferta techniczna</w:t>
      </w:r>
    </w:p>
    <w:p w14:paraId="73FC1204" w14:textId="63685BEF" w:rsidR="000F07DA" w:rsidRPr="00F444C3" w:rsidRDefault="00F444C3" w:rsidP="0007717C">
      <w:pPr>
        <w:jc w:val="center"/>
        <w:rPr>
          <w:rFonts w:asciiTheme="minorHAnsi" w:hAnsiTheme="minorHAnsi" w:cstheme="minorHAnsi"/>
          <w:b/>
          <w:bCs/>
        </w:rPr>
      </w:pPr>
      <w:r w:rsidRPr="00F444C3">
        <w:rPr>
          <w:rFonts w:asciiTheme="minorHAnsi" w:hAnsiTheme="minorHAnsi" w:cstheme="minorHAnsi"/>
          <w:b/>
          <w:bCs/>
        </w:rPr>
        <w:t>Specyfikacja techniczna samochodu</w:t>
      </w:r>
    </w:p>
    <w:tbl>
      <w:tblPr>
        <w:tblStyle w:val="Tabela-Siatka"/>
        <w:tblW w:w="10627" w:type="dxa"/>
        <w:jc w:val="center"/>
        <w:tblLayout w:type="fixed"/>
        <w:tblLook w:val="04A0" w:firstRow="1" w:lastRow="0" w:firstColumn="1" w:lastColumn="0" w:noHBand="0" w:noVBand="1"/>
      </w:tblPr>
      <w:tblGrid>
        <w:gridCol w:w="823"/>
        <w:gridCol w:w="5835"/>
        <w:gridCol w:w="3969"/>
      </w:tblGrid>
      <w:tr w:rsidR="005A1C40" w:rsidRPr="00F444C3" w14:paraId="279F66B7" w14:textId="77777777" w:rsidTr="00E639CB">
        <w:trPr>
          <w:trHeight w:val="1043"/>
          <w:tblHeader/>
          <w:jc w:val="center"/>
        </w:trPr>
        <w:tc>
          <w:tcPr>
            <w:tcW w:w="823" w:type="dxa"/>
            <w:shd w:val="clear" w:color="auto" w:fill="E7E6E6" w:themeFill="background2"/>
            <w:noWrap/>
            <w:vAlign w:val="center"/>
            <w:hideMark/>
          </w:tcPr>
          <w:p w14:paraId="58782B06" w14:textId="77777777" w:rsidR="005A1C40" w:rsidRPr="00F444C3" w:rsidRDefault="005A1C40" w:rsidP="00855CE4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5835" w:type="dxa"/>
            <w:shd w:val="clear" w:color="auto" w:fill="E7E6E6" w:themeFill="background2"/>
            <w:vAlign w:val="center"/>
            <w:hideMark/>
          </w:tcPr>
          <w:p w14:paraId="15176E28" w14:textId="69503D1A" w:rsidR="005A1C40" w:rsidRPr="00F444C3" w:rsidRDefault="005A1C40" w:rsidP="00855CE4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OPIS SAMOCHODU</w:t>
            </w:r>
            <w:r w:rsidRPr="00F444C3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br/>
              <w:t>(minimalne wymagania Zamawiającego</w:t>
            </w:r>
            <w:r w:rsidRPr="00F444C3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br/>
              <w:t xml:space="preserve">dotyczące parametrów techniczno-eksploatacyjnych </w:t>
            </w:r>
            <w:r w:rsidR="000F1682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br/>
            </w:r>
            <w:r w:rsidRPr="00F444C3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i wyposażenia samochodu)</w:t>
            </w:r>
          </w:p>
        </w:tc>
        <w:tc>
          <w:tcPr>
            <w:tcW w:w="3969" w:type="dxa"/>
            <w:shd w:val="clear" w:color="auto" w:fill="E7E6E6" w:themeFill="background2"/>
            <w:vAlign w:val="center"/>
            <w:hideMark/>
          </w:tcPr>
          <w:p w14:paraId="3EE9BA5D" w14:textId="77777777" w:rsidR="005A1C40" w:rsidRPr="00F444C3" w:rsidRDefault="005A1C40" w:rsidP="00855CE4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Dane lub parametry </w:t>
            </w:r>
            <w:r w:rsidRPr="00F444C3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br/>
              <w:t>zaoferowanego samochodu</w:t>
            </w:r>
            <w:r w:rsidRPr="00F444C3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br/>
              <w:t>PRZEZ WYKONAWCĘ</w:t>
            </w:r>
          </w:p>
        </w:tc>
      </w:tr>
      <w:tr w:rsidR="00F444C3" w:rsidRPr="00F444C3" w14:paraId="46F411BB" w14:textId="77777777" w:rsidTr="00E639CB">
        <w:trPr>
          <w:trHeight w:val="196"/>
          <w:tblHeader/>
          <w:jc w:val="center"/>
        </w:trPr>
        <w:tc>
          <w:tcPr>
            <w:tcW w:w="823" w:type="dxa"/>
            <w:shd w:val="clear" w:color="auto" w:fill="E7E6E6" w:themeFill="background2"/>
            <w:noWrap/>
            <w:vAlign w:val="center"/>
            <w:hideMark/>
          </w:tcPr>
          <w:p w14:paraId="293447A9" w14:textId="77777777" w:rsidR="00F444C3" w:rsidRPr="00F444C3" w:rsidRDefault="00F444C3" w:rsidP="00855CE4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35" w:type="dxa"/>
            <w:shd w:val="clear" w:color="auto" w:fill="E7E6E6" w:themeFill="background2"/>
            <w:noWrap/>
            <w:vAlign w:val="center"/>
            <w:hideMark/>
          </w:tcPr>
          <w:p w14:paraId="55ADD551" w14:textId="77777777" w:rsidR="00F444C3" w:rsidRPr="00F444C3" w:rsidRDefault="00F444C3" w:rsidP="00855CE4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969" w:type="dxa"/>
            <w:shd w:val="clear" w:color="auto" w:fill="E7E6E6" w:themeFill="background2"/>
            <w:noWrap/>
            <w:vAlign w:val="center"/>
            <w:hideMark/>
          </w:tcPr>
          <w:p w14:paraId="550BF648" w14:textId="1BD6B117" w:rsidR="00F444C3" w:rsidRPr="00F444C3" w:rsidRDefault="00F444C3" w:rsidP="00855CE4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3</w:t>
            </w:r>
          </w:p>
        </w:tc>
      </w:tr>
      <w:tr w:rsidR="00F444C3" w:rsidRPr="00F444C3" w14:paraId="61EDE22C" w14:textId="77777777" w:rsidTr="0007717C">
        <w:trPr>
          <w:trHeight w:val="615"/>
          <w:jc w:val="center"/>
        </w:trPr>
        <w:tc>
          <w:tcPr>
            <w:tcW w:w="823" w:type="dxa"/>
            <w:noWrap/>
            <w:vAlign w:val="center"/>
            <w:hideMark/>
          </w:tcPr>
          <w:p w14:paraId="1C590A27" w14:textId="77777777" w:rsidR="00F444C3" w:rsidRPr="00F444C3" w:rsidRDefault="00F444C3" w:rsidP="00855CE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35" w:type="dxa"/>
            <w:vAlign w:val="center"/>
            <w:hideMark/>
          </w:tcPr>
          <w:p w14:paraId="1EE73E21" w14:textId="77777777" w:rsidR="00F444C3" w:rsidRPr="00F444C3" w:rsidRDefault="00F444C3" w:rsidP="00855CE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Marka</w:t>
            </w:r>
          </w:p>
        </w:tc>
        <w:tc>
          <w:tcPr>
            <w:tcW w:w="3969" w:type="dxa"/>
            <w:vAlign w:val="center"/>
          </w:tcPr>
          <w:p w14:paraId="0FC70A96" w14:textId="0013CA48" w:rsidR="00F444C3" w:rsidRPr="00F444C3" w:rsidRDefault="00F444C3" w:rsidP="00855CE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Marka 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br/>
            </w: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….................................</w:t>
            </w:r>
          </w:p>
        </w:tc>
      </w:tr>
      <w:tr w:rsidR="00F444C3" w:rsidRPr="00F444C3" w14:paraId="281AC7A3" w14:textId="77777777" w:rsidTr="0007717C">
        <w:trPr>
          <w:trHeight w:val="705"/>
          <w:jc w:val="center"/>
        </w:trPr>
        <w:tc>
          <w:tcPr>
            <w:tcW w:w="823" w:type="dxa"/>
            <w:noWrap/>
            <w:vAlign w:val="center"/>
            <w:hideMark/>
          </w:tcPr>
          <w:p w14:paraId="7E0AAF56" w14:textId="77777777" w:rsidR="00F444C3" w:rsidRPr="00F444C3" w:rsidRDefault="00F444C3" w:rsidP="00855CE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835" w:type="dxa"/>
            <w:vAlign w:val="center"/>
            <w:hideMark/>
          </w:tcPr>
          <w:p w14:paraId="7AF57205" w14:textId="77777777" w:rsidR="00F444C3" w:rsidRPr="00F444C3" w:rsidRDefault="00F444C3" w:rsidP="005A1C40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Model</w:t>
            </w:r>
          </w:p>
        </w:tc>
        <w:tc>
          <w:tcPr>
            <w:tcW w:w="3969" w:type="dxa"/>
            <w:vAlign w:val="center"/>
          </w:tcPr>
          <w:p w14:paraId="3CCD3944" w14:textId="3AF246A9" w:rsidR="00F444C3" w:rsidRPr="00F444C3" w:rsidRDefault="00F444C3" w:rsidP="00F444C3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en-GB"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Model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br/>
            </w: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….................................</w:t>
            </w:r>
          </w:p>
        </w:tc>
      </w:tr>
      <w:tr w:rsidR="00F444C3" w:rsidRPr="00F444C3" w14:paraId="1BDBA6E5" w14:textId="77777777" w:rsidTr="0007717C">
        <w:trPr>
          <w:trHeight w:val="559"/>
          <w:jc w:val="center"/>
        </w:trPr>
        <w:tc>
          <w:tcPr>
            <w:tcW w:w="823" w:type="dxa"/>
            <w:noWrap/>
            <w:vAlign w:val="center"/>
            <w:hideMark/>
          </w:tcPr>
          <w:p w14:paraId="26697B34" w14:textId="77777777" w:rsidR="00F444C3" w:rsidRPr="00F444C3" w:rsidRDefault="00F444C3" w:rsidP="00855CE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835" w:type="dxa"/>
            <w:vAlign w:val="center"/>
            <w:hideMark/>
          </w:tcPr>
          <w:p w14:paraId="37A83C34" w14:textId="77777777" w:rsidR="00F444C3" w:rsidRPr="00F444C3" w:rsidRDefault="00F444C3" w:rsidP="00855CE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Wersja</w:t>
            </w:r>
          </w:p>
        </w:tc>
        <w:tc>
          <w:tcPr>
            <w:tcW w:w="3969" w:type="dxa"/>
            <w:vAlign w:val="center"/>
          </w:tcPr>
          <w:p w14:paraId="6BFE7501" w14:textId="7FE9AED1" w:rsidR="00F444C3" w:rsidRPr="00F444C3" w:rsidRDefault="00F444C3" w:rsidP="00F444C3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Wersja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br/>
            </w: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….................................</w:t>
            </w:r>
          </w:p>
        </w:tc>
      </w:tr>
      <w:tr w:rsidR="00F444C3" w:rsidRPr="00F444C3" w14:paraId="37783073" w14:textId="77777777" w:rsidTr="0007717C">
        <w:trPr>
          <w:trHeight w:val="1875"/>
          <w:jc w:val="center"/>
        </w:trPr>
        <w:tc>
          <w:tcPr>
            <w:tcW w:w="823" w:type="dxa"/>
            <w:noWrap/>
            <w:vAlign w:val="center"/>
            <w:hideMark/>
          </w:tcPr>
          <w:p w14:paraId="549E58A9" w14:textId="77777777" w:rsidR="00F444C3" w:rsidRPr="00F444C3" w:rsidRDefault="00F444C3" w:rsidP="00855CE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835" w:type="dxa"/>
            <w:vAlign w:val="center"/>
            <w:hideMark/>
          </w:tcPr>
          <w:p w14:paraId="59BC3172" w14:textId="2391E02A" w:rsidR="00F444C3" w:rsidRPr="00F444C3" w:rsidRDefault="00F444C3" w:rsidP="005A1C40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Samochód fabrycznie nowy, rok produkcji min.</w:t>
            </w:r>
            <w:r w:rsidR="00721FFC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</w:t>
            </w: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202</w:t>
            </w:r>
            <w:r w:rsidR="001A0D8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5</w:t>
            </w: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, nie rejestrowany, nie używany, nie powystawowy, wolny od wad fizycznych</w:t>
            </w:r>
            <w:r w:rsidR="001A0D8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969" w:type="dxa"/>
            <w:vAlign w:val="center"/>
          </w:tcPr>
          <w:p w14:paraId="1EA9D544" w14:textId="7FE392DA" w:rsidR="00F444C3" w:rsidRPr="00F444C3" w:rsidRDefault="00A22B5E" w:rsidP="00940808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R</w:t>
            </w:r>
            <w:r w:rsidR="00F444C3"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ok produkcji </w:t>
            </w:r>
            <w:r w:rsid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br/>
            </w:r>
            <w:r w:rsidR="00F444C3"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.................................. </w:t>
            </w:r>
          </w:p>
          <w:p w14:paraId="74674819" w14:textId="77777777" w:rsidR="00F444C3" w:rsidRPr="00F444C3" w:rsidRDefault="00F444C3" w:rsidP="00940808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6C9F5476" w14:textId="33C91588" w:rsidR="00F444C3" w:rsidRPr="00F444C3" w:rsidRDefault="000F07DA" w:rsidP="000F07DA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W</w:t>
            </w:r>
            <w:r w:rsidR="00F444C3"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ymagania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</w:t>
            </w:r>
            <w:r w:rsidR="00F444C3"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spełnia/nie spełnia*</w:t>
            </w:r>
          </w:p>
        </w:tc>
      </w:tr>
      <w:tr w:rsidR="00F444C3" w:rsidRPr="00F444C3" w14:paraId="64E103BF" w14:textId="77777777" w:rsidTr="0007717C">
        <w:trPr>
          <w:trHeight w:val="750"/>
          <w:jc w:val="center"/>
        </w:trPr>
        <w:tc>
          <w:tcPr>
            <w:tcW w:w="823" w:type="dxa"/>
            <w:noWrap/>
            <w:vAlign w:val="center"/>
            <w:hideMark/>
          </w:tcPr>
          <w:p w14:paraId="18E76FBD" w14:textId="77777777" w:rsidR="00F444C3" w:rsidRPr="00F444C3" w:rsidRDefault="00F444C3" w:rsidP="00855CE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835" w:type="dxa"/>
            <w:vAlign w:val="center"/>
            <w:hideMark/>
          </w:tcPr>
          <w:p w14:paraId="01B675D6" w14:textId="39B74F33" w:rsidR="00F444C3" w:rsidRPr="00F444C3" w:rsidRDefault="00F444C3" w:rsidP="005A1C40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Samochód przeznaczony do ruchu prawostronnego, </w:t>
            </w:r>
            <w:r w:rsidR="0007717C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br/>
            </w: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z kierownicą po lewej stronie</w:t>
            </w:r>
            <w:r w:rsidR="0007717C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969" w:type="dxa"/>
            <w:noWrap/>
            <w:vAlign w:val="center"/>
          </w:tcPr>
          <w:p w14:paraId="5004D80B" w14:textId="0030AAF8" w:rsidR="00F444C3" w:rsidRPr="00F444C3" w:rsidRDefault="00F444C3" w:rsidP="00855CE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spełnia/nie spełnia*</w:t>
            </w:r>
          </w:p>
        </w:tc>
      </w:tr>
      <w:tr w:rsidR="00F444C3" w:rsidRPr="00F444C3" w14:paraId="65BBEBDD" w14:textId="77777777" w:rsidTr="0007717C">
        <w:trPr>
          <w:trHeight w:val="550"/>
          <w:jc w:val="center"/>
        </w:trPr>
        <w:tc>
          <w:tcPr>
            <w:tcW w:w="823" w:type="dxa"/>
            <w:noWrap/>
            <w:vAlign w:val="center"/>
            <w:hideMark/>
          </w:tcPr>
          <w:p w14:paraId="2759A9DA" w14:textId="77777777" w:rsidR="00F444C3" w:rsidRPr="00F444C3" w:rsidRDefault="00F444C3" w:rsidP="00855CE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835" w:type="dxa"/>
            <w:vAlign w:val="center"/>
            <w:hideMark/>
          </w:tcPr>
          <w:p w14:paraId="35D5E683" w14:textId="410FFC3E" w:rsidR="00F444C3" w:rsidRPr="00F444C3" w:rsidRDefault="00F444C3" w:rsidP="005A1C40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5E1C62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Samochód</w:t>
            </w:r>
            <w:r w:rsidR="005E1C62" w:rsidRPr="005E1C62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</w:t>
            </w:r>
            <w:r w:rsidR="001A0D8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5 </w:t>
            </w:r>
            <w:r w:rsidR="00A1682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drzwiowy</w:t>
            </w:r>
          </w:p>
        </w:tc>
        <w:tc>
          <w:tcPr>
            <w:tcW w:w="3969" w:type="dxa"/>
            <w:noWrap/>
            <w:vAlign w:val="center"/>
          </w:tcPr>
          <w:p w14:paraId="5C9BF2BC" w14:textId="0EE8E7E9" w:rsidR="00F444C3" w:rsidRPr="00F444C3" w:rsidRDefault="00F444C3" w:rsidP="00855CE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spełnia/nie spełnia*</w:t>
            </w:r>
          </w:p>
        </w:tc>
      </w:tr>
      <w:tr w:rsidR="00F444C3" w:rsidRPr="00F444C3" w14:paraId="37B1ABFB" w14:textId="77777777" w:rsidTr="0007717C">
        <w:trPr>
          <w:trHeight w:val="750"/>
          <w:jc w:val="center"/>
        </w:trPr>
        <w:tc>
          <w:tcPr>
            <w:tcW w:w="823" w:type="dxa"/>
            <w:noWrap/>
            <w:vAlign w:val="center"/>
            <w:hideMark/>
          </w:tcPr>
          <w:p w14:paraId="5B120A99" w14:textId="010B292F" w:rsidR="00F444C3" w:rsidRPr="00F444C3" w:rsidRDefault="001A0D81" w:rsidP="00855CE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835" w:type="dxa"/>
            <w:vAlign w:val="center"/>
            <w:hideMark/>
          </w:tcPr>
          <w:p w14:paraId="5E2D77A8" w14:textId="35D24153" w:rsidR="00F444C3" w:rsidRPr="00F444C3" w:rsidRDefault="00F444C3" w:rsidP="005A1C40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Lakier</w:t>
            </w:r>
            <w:r w:rsidR="000C7377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</w:t>
            </w:r>
            <w:r w:rsidR="00D90A9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metali</w:t>
            </w:r>
            <w:r w:rsidR="000C7377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k </w:t>
            </w:r>
            <w:r w:rsidR="0070663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w </w:t>
            </w: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kolor</w:t>
            </w:r>
            <w:r w:rsidR="0070663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ze</w:t>
            </w: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: biały</w:t>
            </w:r>
            <w:r w:rsidR="0070663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m</w:t>
            </w:r>
            <w:r w:rsidR="0075605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, srebrny</w:t>
            </w:r>
            <w:r w:rsidR="0070663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m</w:t>
            </w: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</w:t>
            </w:r>
            <w:r w:rsidR="0070663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lub </w:t>
            </w: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szary</w:t>
            </w:r>
            <w:r w:rsidR="0070663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m</w:t>
            </w:r>
            <w:r w:rsidR="0075605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969" w:type="dxa"/>
            <w:vAlign w:val="center"/>
          </w:tcPr>
          <w:p w14:paraId="0E14313D" w14:textId="2C78F068" w:rsidR="00F444C3" w:rsidRPr="00F444C3" w:rsidRDefault="00F444C3" w:rsidP="00855CE4">
            <w:pPr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Lakier</w:t>
            </w:r>
            <w:r w:rsidR="000C7377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</w:t>
            </w:r>
            <w:r w:rsidR="005A50C9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metali</w:t>
            </w:r>
            <w:r w:rsidR="000C7377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k</w:t>
            </w: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, kolor: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br/>
            </w: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…..................................</w:t>
            </w:r>
          </w:p>
        </w:tc>
      </w:tr>
      <w:tr w:rsidR="00F444C3" w:rsidRPr="00F444C3" w14:paraId="591DEF15" w14:textId="77777777" w:rsidTr="0007717C">
        <w:trPr>
          <w:trHeight w:val="543"/>
          <w:jc w:val="center"/>
        </w:trPr>
        <w:tc>
          <w:tcPr>
            <w:tcW w:w="823" w:type="dxa"/>
            <w:noWrap/>
            <w:vAlign w:val="center"/>
            <w:hideMark/>
          </w:tcPr>
          <w:p w14:paraId="361F8637" w14:textId="064DA11B" w:rsidR="00F444C3" w:rsidRPr="00B918A0" w:rsidRDefault="001A0D81" w:rsidP="00855CE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B918A0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835" w:type="dxa"/>
            <w:vAlign w:val="center"/>
            <w:hideMark/>
          </w:tcPr>
          <w:p w14:paraId="726CB123" w14:textId="1B114519" w:rsidR="00502074" w:rsidRPr="00B918A0" w:rsidRDefault="00F444C3" w:rsidP="005A1C40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vertAlign w:val="superscript"/>
                <w:lang w:eastAsia="pl-PL"/>
              </w:rPr>
            </w:pPr>
            <w:r w:rsidRPr="00B918A0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Pojemność skokowa silnika od </w:t>
            </w:r>
            <w:r w:rsidR="001A0D81" w:rsidRPr="00B918A0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999 </w:t>
            </w:r>
            <w:r w:rsidRPr="00B918A0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cm</w:t>
            </w:r>
            <w:r w:rsidRPr="00B918A0">
              <w:rPr>
                <w:rFonts w:asciiTheme="minorHAnsi" w:eastAsia="Times New Roman" w:hAnsiTheme="minorHAnsi" w:cstheme="minorHAnsi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3969" w:type="dxa"/>
            <w:vAlign w:val="center"/>
          </w:tcPr>
          <w:p w14:paraId="62AE707A" w14:textId="56D34892" w:rsidR="00F444C3" w:rsidRPr="00F444C3" w:rsidRDefault="00F444C3" w:rsidP="00F444C3">
            <w:pPr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Pojemność skokowa silnika</w:t>
            </w:r>
            <w:r w:rsidR="00A22B5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(w cm</w:t>
            </w:r>
            <w:r w:rsidR="00A22B5E" w:rsidRPr="00F444C3">
              <w:rPr>
                <w:rFonts w:asciiTheme="minorHAnsi" w:eastAsia="Times New Roman" w:hAnsiTheme="minorHAnsi" w:cstheme="minorHAnsi"/>
                <w:sz w:val="20"/>
                <w:szCs w:val="20"/>
                <w:vertAlign w:val="superscript"/>
                <w:lang w:eastAsia="pl-PL"/>
              </w:rPr>
              <w:t>3</w:t>
            </w:r>
            <w:r w:rsidR="00A22B5E">
              <w:rPr>
                <w:rFonts w:asciiTheme="minorHAnsi" w:eastAsia="Times New Roman" w:hAnsiTheme="minorHAnsi" w:cstheme="minorHAnsi"/>
                <w:sz w:val="20"/>
                <w:szCs w:val="20"/>
                <w:vertAlign w:val="superscript"/>
                <w:lang w:eastAsia="pl-PL"/>
              </w:rPr>
              <w:t xml:space="preserve"> </w:t>
            </w:r>
            <w:r w:rsidR="00A22B5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):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br/>
            </w: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….................................</w:t>
            </w:r>
          </w:p>
        </w:tc>
      </w:tr>
      <w:tr w:rsidR="00F444C3" w:rsidRPr="00F444C3" w14:paraId="138D793E" w14:textId="77777777" w:rsidTr="0007717C">
        <w:trPr>
          <w:trHeight w:val="547"/>
          <w:jc w:val="center"/>
        </w:trPr>
        <w:tc>
          <w:tcPr>
            <w:tcW w:w="823" w:type="dxa"/>
            <w:noWrap/>
            <w:vAlign w:val="center"/>
            <w:hideMark/>
          </w:tcPr>
          <w:p w14:paraId="6C69CEA5" w14:textId="66A04328" w:rsidR="00F444C3" w:rsidRPr="00B918A0" w:rsidRDefault="001A0D81" w:rsidP="00855CE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B918A0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5835" w:type="dxa"/>
            <w:vAlign w:val="center"/>
            <w:hideMark/>
          </w:tcPr>
          <w:p w14:paraId="32297DDD" w14:textId="223943FF" w:rsidR="00F444C3" w:rsidRPr="00B918A0" w:rsidRDefault="00F444C3" w:rsidP="005A1C40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B918A0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Moc silnika min. </w:t>
            </w:r>
            <w:r w:rsidR="001A0D81" w:rsidRPr="00B918A0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8</w:t>
            </w:r>
            <w:r w:rsidRPr="00B918A0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0kM </w:t>
            </w:r>
          </w:p>
        </w:tc>
        <w:tc>
          <w:tcPr>
            <w:tcW w:w="3969" w:type="dxa"/>
            <w:vAlign w:val="center"/>
          </w:tcPr>
          <w:p w14:paraId="0E66A9D1" w14:textId="256A4956" w:rsidR="00F444C3" w:rsidRPr="00F444C3" w:rsidRDefault="00F444C3" w:rsidP="00855CE4">
            <w:pPr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Moc </w:t>
            </w: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silnika</w:t>
            </w:r>
            <w:r w:rsidR="00A22B5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(w </w:t>
            </w:r>
            <w:proofErr w:type="spellStart"/>
            <w:r w:rsidR="00A22B5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kM</w:t>
            </w:r>
            <w:proofErr w:type="spellEnd"/>
            <w:r w:rsidR="00A22B5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):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br/>
            </w: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….................................</w:t>
            </w:r>
          </w:p>
        </w:tc>
      </w:tr>
      <w:tr w:rsidR="00F444C3" w:rsidRPr="00F444C3" w14:paraId="3D828B4D" w14:textId="77777777" w:rsidTr="0007717C">
        <w:trPr>
          <w:trHeight w:val="375"/>
          <w:jc w:val="center"/>
        </w:trPr>
        <w:tc>
          <w:tcPr>
            <w:tcW w:w="823" w:type="dxa"/>
            <w:noWrap/>
            <w:vAlign w:val="center"/>
            <w:hideMark/>
          </w:tcPr>
          <w:p w14:paraId="3570E97C" w14:textId="207CF39B" w:rsidR="00F444C3" w:rsidRPr="00F444C3" w:rsidRDefault="00F444C3" w:rsidP="00855CE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</w:t>
            </w:r>
            <w:r w:rsidR="001A0D8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5835" w:type="dxa"/>
            <w:vAlign w:val="center"/>
            <w:hideMark/>
          </w:tcPr>
          <w:p w14:paraId="46FBCFC2" w14:textId="7EF9C017" w:rsidR="00F444C3" w:rsidRPr="00F444C3" w:rsidRDefault="00F444C3" w:rsidP="001A0D81">
            <w:pPr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Silnik spełniający normę emisji spalin EURO 6.2/Euro 6d. </w:t>
            </w:r>
          </w:p>
        </w:tc>
        <w:tc>
          <w:tcPr>
            <w:tcW w:w="3969" w:type="dxa"/>
            <w:noWrap/>
            <w:vAlign w:val="center"/>
          </w:tcPr>
          <w:p w14:paraId="3C05971A" w14:textId="5026C180" w:rsidR="00F444C3" w:rsidRPr="00F444C3" w:rsidRDefault="00F444C3" w:rsidP="00F444C3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spełnia/nie spełnia*</w:t>
            </w:r>
          </w:p>
        </w:tc>
      </w:tr>
      <w:tr w:rsidR="00F444C3" w:rsidRPr="00F444C3" w14:paraId="76A64AA1" w14:textId="77777777" w:rsidTr="0007717C">
        <w:trPr>
          <w:trHeight w:val="375"/>
          <w:jc w:val="center"/>
        </w:trPr>
        <w:tc>
          <w:tcPr>
            <w:tcW w:w="823" w:type="dxa"/>
            <w:noWrap/>
            <w:vAlign w:val="center"/>
          </w:tcPr>
          <w:p w14:paraId="5426CE0E" w14:textId="5EFB45BF" w:rsidR="00F444C3" w:rsidRPr="00F444C3" w:rsidRDefault="00F444C3" w:rsidP="00855CE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</w:t>
            </w:r>
            <w:r w:rsidR="001A0D8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35" w:type="dxa"/>
            <w:vAlign w:val="center"/>
          </w:tcPr>
          <w:p w14:paraId="6FBBDB0E" w14:textId="026FD392" w:rsidR="00F444C3" w:rsidRPr="00F444C3" w:rsidRDefault="00F444C3" w:rsidP="005A1C40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Selektywna redukcja katalityczna pozwalającą zredukować do 90% tlenków azotu w spalinach. Emisja zanieczyszczeń, tlenków azotu, cząstek stałych oraz węglowodorów spełniające wymogi Dyrektywy obowiązującej w dniu dostarczenia samochodu </w:t>
            </w:r>
            <w:r w:rsidR="000F07D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</w:t>
            </w: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do Zamawiającego. </w:t>
            </w:r>
          </w:p>
        </w:tc>
        <w:tc>
          <w:tcPr>
            <w:tcW w:w="3969" w:type="dxa"/>
            <w:noWrap/>
            <w:vAlign w:val="center"/>
          </w:tcPr>
          <w:p w14:paraId="0F4C214D" w14:textId="55140E50" w:rsidR="00F444C3" w:rsidRPr="00F444C3" w:rsidRDefault="00F444C3" w:rsidP="00855CE4">
            <w:pPr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spełnia/nie spełnia*</w:t>
            </w:r>
          </w:p>
        </w:tc>
      </w:tr>
      <w:tr w:rsidR="00F444C3" w:rsidRPr="00F444C3" w14:paraId="6C22E30A" w14:textId="77777777" w:rsidTr="0007717C">
        <w:trPr>
          <w:trHeight w:val="375"/>
          <w:jc w:val="center"/>
        </w:trPr>
        <w:tc>
          <w:tcPr>
            <w:tcW w:w="823" w:type="dxa"/>
            <w:noWrap/>
            <w:vAlign w:val="center"/>
          </w:tcPr>
          <w:p w14:paraId="648A0383" w14:textId="3150E501" w:rsidR="00F444C3" w:rsidRPr="00F444C3" w:rsidRDefault="00F444C3" w:rsidP="00855CE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</w:t>
            </w:r>
            <w:r w:rsidR="001A0D8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835" w:type="dxa"/>
            <w:vAlign w:val="center"/>
          </w:tcPr>
          <w:p w14:paraId="5E48A362" w14:textId="0D7AB4BC" w:rsidR="000F1682" w:rsidRPr="00F444C3" w:rsidRDefault="00F444C3" w:rsidP="00125727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Auto przeszło procedurę RDE (Real </w:t>
            </w:r>
            <w:proofErr w:type="spellStart"/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Driving</w:t>
            </w:r>
            <w:proofErr w:type="spellEnd"/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Emissions</w:t>
            </w:r>
            <w:proofErr w:type="spellEnd"/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- mierzenie emisji spalin w rzeczywistych warunkach jazdy).</w:t>
            </w:r>
          </w:p>
        </w:tc>
        <w:tc>
          <w:tcPr>
            <w:tcW w:w="3969" w:type="dxa"/>
            <w:noWrap/>
            <w:vAlign w:val="center"/>
          </w:tcPr>
          <w:p w14:paraId="3A0EFD94" w14:textId="6258C249" w:rsidR="00F444C3" w:rsidRPr="00F444C3" w:rsidRDefault="00F444C3" w:rsidP="00855CE4">
            <w:pPr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spełnia/nie spełnia*</w:t>
            </w:r>
          </w:p>
        </w:tc>
      </w:tr>
      <w:tr w:rsidR="00F444C3" w:rsidRPr="00F444C3" w14:paraId="243952AB" w14:textId="77777777" w:rsidTr="0007717C">
        <w:trPr>
          <w:trHeight w:val="375"/>
          <w:jc w:val="center"/>
        </w:trPr>
        <w:tc>
          <w:tcPr>
            <w:tcW w:w="823" w:type="dxa"/>
            <w:noWrap/>
            <w:vAlign w:val="center"/>
          </w:tcPr>
          <w:p w14:paraId="116CF364" w14:textId="24CD9E54" w:rsidR="00F444C3" w:rsidRPr="00F444C3" w:rsidRDefault="00F444C3" w:rsidP="00855CE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lastRenderedPageBreak/>
              <w:t>1</w:t>
            </w:r>
            <w:r w:rsidR="001A0D8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835" w:type="dxa"/>
            <w:vAlign w:val="center"/>
          </w:tcPr>
          <w:p w14:paraId="1BC20771" w14:textId="77777777" w:rsidR="00F444C3" w:rsidRPr="00F444C3" w:rsidRDefault="00F444C3" w:rsidP="00A65C25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Homologacja WLTP  zgodnie z obowiązującą procedurą w dniu dostarczeniu samochodu do zamawiającego.</w:t>
            </w:r>
          </w:p>
        </w:tc>
        <w:tc>
          <w:tcPr>
            <w:tcW w:w="3969" w:type="dxa"/>
            <w:noWrap/>
            <w:vAlign w:val="center"/>
          </w:tcPr>
          <w:p w14:paraId="59BF8AB6" w14:textId="7A28D5C4" w:rsidR="00F444C3" w:rsidRPr="00F444C3" w:rsidRDefault="00F444C3" w:rsidP="00855CE4">
            <w:pPr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spełnia/nie spełnia*</w:t>
            </w:r>
          </w:p>
        </w:tc>
      </w:tr>
      <w:tr w:rsidR="00F444C3" w:rsidRPr="00F444C3" w14:paraId="5E65C4E7" w14:textId="77777777" w:rsidTr="0007717C">
        <w:trPr>
          <w:trHeight w:val="375"/>
          <w:jc w:val="center"/>
        </w:trPr>
        <w:tc>
          <w:tcPr>
            <w:tcW w:w="823" w:type="dxa"/>
            <w:noWrap/>
            <w:vAlign w:val="center"/>
            <w:hideMark/>
          </w:tcPr>
          <w:p w14:paraId="462528D6" w14:textId="4E00FEE3" w:rsidR="00F444C3" w:rsidRPr="00F444C3" w:rsidRDefault="00F444C3" w:rsidP="00855CE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</w:t>
            </w:r>
            <w:r w:rsidR="001A0D8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835" w:type="dxa"/>
            <w:vAlign w:val="center"/>
            <w:hideMark/>
          </w:tcPr>
          <w:p w14:paraId="7C611A25" w14:textId="7A9F40A3" w:rsidR="00766E0C" w:rsidRPr="00600721" w:rsidRDefault="00F444C3" w:rsidP="00766E0C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766E0C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Rodzaj </w:t>
            </w:r>
            <w:r w:rsidR="00766E0C" w:rsidRPr="00766E0C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paliwa</w:t>
            </w:r>
            <w:r w:rsidRPr="00766E0C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:  benzyna</w:t>
            </w:r>
          </w:p>
          <w:p w14:paraId="1A9C74DC" w14:textId="3E15BD3E" w:rsidR="00944A0C" w:rsidRPr="00600721" w:rsidRDefault="00944A0C" w:rsidP="00A65C25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3969" w:type="dxa"/>
            <w:noWrap/>
            <w:vAlign w:val="center"/>
          </w:tcPr>
          <w:p w14:paraId="74B1A722" w14:textId="0D6688CC" w:rsidR="00F444C3" w:rsidRPr="00E639CB" w:rsidRDefault="00F444C3" w:rsidP="00A22B5E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E639C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Rodzaj </w:t>
            </w:r>
            <w:r w:rsidR="00766E0C" w:rsidRPr="00E639C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paliwa</w:t>
            </w:r>
            <w:r w:rsidR="000F07DA" w:rsidRPr="00E639C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:</w:t>
            </w:r>
            <w:r w:rsidRPr="00E639C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br/>
              <w:t xml:space="preserve">.................................. </w:t>
            </w:r>
          </w:p>
        </w:tc>
      </w:tr>
      <w:tr w:rsidR="00766E0C" w:rsidRPr="00F444C3" w14:paraId="0107AF35" w14:textId="77777777" w:rsidTr="0007717C">
        <w:trPr>
          <w:trHeight w:val="375"/>
          <w:jc w:val="center"/>
        </w:trPr>
        <w:tc>
          <w:tcPr>
            <w:tcW w:w="823" w:type="dxa"/>
            <w:noWrap/>
            <w:vAlign w:val="center"/>
          </w:tcPr>
          <w:p w14:paraId="5CB4F8E0" w14:textId="4329DA6C" w:rsidR="00766E0C" w:rsidRPr="00F444C3" w:rsidRDefault="00766E0C" w:rsidP="0050207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14a</w:t>
            </w:r>
          </w:p>
        </w:tc>
        <w:tc>
          <w:tcPr>
            <w:tcW w:w="5835" w:type="dxa"/>
            <w:vAlign w:val="center"/>
          </w:tcPr>
          <w:p w14:paraId="2D2879B2" w14:textId="5559B0B9" w:rsidR="00766E0C" w:rsidRDefault="009146FE" w:rsidP="00766E0C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highlight w:val="yellow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Silnik</w:t>
            </w:r>
            <w:r w:rsidR="00766E0C">
              <w:rPr>
                <w:rFonts w:asciiTheme="minorHAnsi" w:hAnsiTheme="minorHAnsi" w:cstheme="minorHAnsi"/>
                <w:sz w:val="20"/>
                <w:szCs w:val="20"/>
              </w:rPr>
              <w:t xml:space="preserve"> z napędem hybrydowym </w:t>
            </w:r>
          </w:p>
          <w:p w14:paraId="25BC8949" w14:textId="79F9FFD1" w:rsidR="00766E0C" w:rsidRPr="00706636" w:rsidRDefault="00766E0C" w:rsidP="00766E0C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70663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Uwaga: za zaoferowanie </w:t>
            </w:r>
            <w:r w:rsidR="009146F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silnika </w:t>
            </w:r>
            <w:r w:rsidRPr="0070663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z napędem hybrydowym Wykonawca otrzymuje </w:t>
            </w:r>
            <w:r w:rsidR="00E15663" w:rsidRPr="0070663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dodatkowe punkty </w:t>
            </w:r>
            <w:r w:rsidRPr="0070663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zgodnie z kryteriami oceny ofert określonymi w Zapytaniu </w:t>
            </w:r>
            <w:r w:rsidR="00B70C1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O</w:t>
            </w:r>
            <w:r w:rsidRPr="0070663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fertowym</w:t>
            </w:r>
            <w:r w:rsidR="00706636" w:rsidRPr="0070663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.</w:t>
            </w:r>
            <w:r w:rsidR="0070663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969" w:type="dxa"/>
            <w:noWrap/>
            <w:vAlign w:val="center"/>
          </w:tcPr>
          <w:p w14:paraId="4CEB7C2D" w14:textId="4239F9A2" w:rsidR="00766E0C" w:rsidRPr="00E639CB" w:rsidRDefault="00766E0C" w:rsidP="0050207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639C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Rodzaj napędu hybrydowego:</w:t>
            </w:r>
            <w:r w:rsidRPr="00E639C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br/>
              <w:t>..................................</w:t>
            </w:r>
          </w:p>
        </w:tc>
      </w:tr>
      <w:tr w:rsidR="00502074" w:rsidRPr="00F444C3" w14:paraId="7FD15ACF" w14:textId="77777777" w:rsidTr="0007717C">
        <w:trPr>
          <w:trHeight w:val="375"/>
          <w:jc w:val="center"/>
        </w:trPr>
        <w:tc>
          <w:tcPr>
            <w:tcW w:w="823" w:type="dxa"/>
            <w:noWrap/>
            <w:vAlign w:val="center"/>
            <w:hideMark/>
          </w:tcPr>
          <w:p w14:paraId="42A20D84" w14:textId="01CE5393" w:rsidR="00502074" w:rsidRPr="00F444C3" w:rsidRDefault="00502074" w:rsidP="0050207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</w:t>
            </w:r>
            <w:r w:rsidR="000D52C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835" w:type="dxa"/>
            <w:vAlign w:val="center"/>
            <w:hideMark/>
          </w:tcPr>
          <w:p w14:paraId="5DED5ADE" w14:textId="73ABE9A8" w:rsidR="00502074" w:rsidRPr="00F444C3" w:rsidRDefault="00502074" w:rsidP="00502074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Skrzynia biegów:</w:t>
            </w:r>
            <w:r w:rsidR="00360B24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</w:t>
            </w:r>
            <w:r w:rsidR="00D548BD" w:rsidRPr="00E1566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automatyczna</w:t>
            </w:r>
          </w:p>
        </w:tc>
        <w:tc>
          <w:tcPr>
            <w:tcW w:w="3969" w:type="dxa"/>
            <w:noWrap/>
            <w:vAlign w:val="center"/>
          </w:tcPr>
          <w:p w14:paraId="6CD3C804" w14:textId="77777777" w:rsidR="00502074" w:rsidRPr="00A22B5E" w:rsidRDefault="00502074" w:rsidP="0050207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A22B5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Skrzynia biegów:</w:t>
            </w:r>
          </w:p>
          <w:p w14:paraId="11338065" w14:textId="31DB8ECC" w:rsidR="00502074" w:rsidRPr="00F444C3" w:rsidRDefault="00502074" w:rsidP="00502074">
            <w:pPr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A22B5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..................................</w:t>
            </w:r>
          </w:p>
        </w:tc>
      </w:tr>
      <w:tr w:rsidR="00502074" w:rsidRPr="00F444C3" w14:paraId="0C45F7CC" w14:textId="77777777" w:rsidTr="0007717C">
        <w:trPr>
          <w:trHeight w:val="375"/>
          <w:jc w:val="center"/>
        </w:trPr>
        <w:tc>
          <w:tcPr>
            <w:tcW w:w="823" w:type="dxa"/>
            <w:noWrap/>
            <w:vAlign w:val="center"/>
            <w:hideMark/>
          </w:tcPr>
          <w:p w14:paraId="3D81C3EA" w14:textId="488ED358" w:rsidR="00502074" w:rsidRPr="00F444C3" w:rsidRDefault="001A0D81" w:rsidP="0050207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</w:t>
            </w:r>
            <w:r w:rsidR="000D52C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835" w:type="dxa"/>
            <w:vAlign w:val="center"/>
            <w:hideMark/>
          </w:tcPr>
          <w:p w14:paraId="3645B94E" w14:textId="77777777" w:rsidR="00502074" w:rsidRPr="00F444C3" w:rsidRDefault="00502074" w:rsidP="00502074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Szyba tylna ogrzewana wyposażona w wycieraczkę</w:t>
            </w:r>
          </w:p>
        </w:tc>
        <w:tc>
          <w:tcPr>
            <w:tcW w:w="3969" w:type="dxa"/>
            <w:noWrap/>
            <w:vAlign w:val="center"/>
          </w:tcPr>
          <w:p w14:paraId="5EDAD5B9" w14:textId="0EB2D1C8" w:rsidR="00502074" w:rsidRPr="00F444C3" w:rsidRDefault="00502074" w:rsidP="00502074">
            <w:pPr>
              <w:contextualSpacing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spełnia/nie spełnia*</w:t>
            </w:r>
          </w:p>
        </w:tc>
      </w:tr>
      <w:tr w:rsidR="00502074" w:rsidRPr="00F444C3" w14:paraId="0ACDDF3D" w14:textId="77777777" w:rsidTr="0007717C">
        <w:trPr>
          <w:trHeight w:val="375"/>
          <w:jc w:val="center"/>
        </w:trPr>
        <w:tc>
          <w:tcPr>
            <w:tcW w:w="823" w:type="dxa"/>
            <w:noWrap/>
            <w:vAlign w:val="center"/>
            <w:hideMark/>
          </w:tcPr>
          <w:p w14:paraId="733FFB90" w14:textId="29C79104" w:rsidR="00502074" w:rsidRPr="00F444C3" w:rsidRDefault="001A0D81" w:rsidP="0050207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</w:t>
            </w:r>
            <w:r w:rsidR="000D52C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835" w:type="dxa"/>
            <w:vAlign w:val="center"/>
            <w:hideMark/>
          </w:tcPr>
          <w:p w14:paraId="78A2B4D3" w14:textId="77777777" w:rsidR="00502074" w:rsidRPr="00F444C3" w:rsidRDefault="00502074" w:rsidP="00502074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Lusterka zewnętrzne sterowane i ogrzewane elektronicznie</w:t>
            </w:r>
          </w:p>
        </w:tc>
        <w:tc>
          <w:tcPr>
            <w:tcW w:w="3969" w:type="dxa"/>
            <w:noWrap/>
            <w:vAlign w:val="center"/>
          </w:tcPr>
          <w:p w14:paraId="17C20F33" w14:textId="001A7FB2" w:rsidR="00502074" w:rsidRPr="00F444C3" w:rsidRDefault="00502074" w:rsidP="00502074">
            <w:pPr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spełnia/nie spełnia*</w:t>
            </w:r>
          </w:p>
        </w:tc>
      </w:tr>
      <w:tr w:rsidR="00502074" w:rsidRPr="00F444C3" w14:paraId="0244550D" w14:textId="77777777" w:rsidTr="0007717C">
        <w:trPr>
          <w:trHeight w:val="375"/>
          <w:jc w:val="center"/>
        </w:trPr>
        <w:tc>
          <w:tcPr>
            <w:tcW w:w="823" w:type="dxa"/>
            <w:noWrap/>
            <w:vAlign w:val="center"/>
            <w:hideMark/>
          </w:tcPr>
          <w:p w14:paraId="16F9D41F" w14:textId="3FD659E9" w:rsidR="00502074" w:rsidRPr="00F444C3" w:rsidRDefault="001A0D81" w:rsidP="0050207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</w:t>
            </w:r>
            <w:r w:rsidR="000D52C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835" w:type="dxa"/>
            <w:vAlign w:val="center"/>
            <w:hideMark/>
          </w:tcPr>
          <w:p w14:paraId="094B5C24" w14:textId="77777777" w:rsidR="00502074" w:rsidRPr="00F444C3" w:rsidRDefault="00502074" w:rsidP="00502074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Fabryczne światła do jazdy dziennej</w:t>
            </w:r>
          </w:p>
        </w:tc>
        <w:tc>
          <w:tcPr>
            <w:tcW w:w="3969" w:type="dxa"/>
            <w:noWrap/>
            <w:vAlign w:val="center"/>
          </w:tcPr>
          <w:p w14:paraId="167E31AC" w14:textId="5D879267" w:rsidR="00502074" w:rsidRPr="00F444C3" w:rsidRDefault="00502074" w:rsidP="00502074">
            <w:pPr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spełnia/nie spełnia*</w:t>
            </w:r>
          </w:p>
        </w:tc>
      </w:tr>
      <w:tr w:rsidR="00502074" w:rsidRPr="00F444C3" w14:paraId="233BF368" w14:textId="77777777" w:rsidTr="0007717C">
        <w:trPr>
          <w:trHeight w:val="375"/>
          <w:jc w:val="center"/>
        </w:trPr>
        <w:tc>
          <w:tcPr>
            <w:tcW w:w="823" w:type="dxa"/>
            <w:noWrap/>
            <w:vAlign w:val="center"/>
            <w:hideMark/>
          </w:tcPr>
          <w:p w14:paraId="127F84BB" w14:textId="36CDB764" w:rsidR="00502074" w:rsidRPr="00F444C3" w:rsidRDefault="000D52C1" w:rsidP="0050207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5835" w:type="dxa"/>
            <w:vAlign w:val="center"/>
            <w:hideMark/>
          </w:tcPr>
          <w:p w14:paraId="4113A578" w14:textId="485291CA" w:rsidR="00502074" w:rsidRPr="00F444C3" w:rsidRDefault="00502074" w:rsidP="00502074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Oświetlenie przestrzeni </w:t>
            </w:r>
            <w:r w:rsidR="001A0D8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pasażerskiej</w:t>
            </w:r>
          </w:p>
        </w:tc>
        <w:tc>
          <w:tcPr>
            <w:tcW w:w="3969" w:type="dxa"/>
            <w:noWrap/>
            <w:vAlign w:val="center"/>
          </w:tcPr>
          <w:p w14:paraId="0ED52D6A" w14:textId="11F677DE" w:rsidR="00502074" w:rsidRPr="00F444C3" w:rsidRDefault="00502074" w:rsidP="00502074">
            <w:pPr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spełnia/nie spełnia*</w:t>
            </w:r>
          </w:p>
        </w:tc>
      </w:tr>
      <w:tr w:rsidR="00502074" w:rsidRPr="00F444C3" w14:paraId="5F65A6FB" w14:textId="77777777" w:rsidTr="0007717C">
        <w:trPr>
          <w:trHeight w:val="750"/>
          <w:jc w:val="center"/>
        </w:trPr>
        <w:tc>
          <w:tcPr>
            <w:tcW w:w="823" w:type="dxa"/>
            <w:noWrap/>
            <w:vAlign w:val="center"/>
            <w:hideMark/>
          </w:tcPr>
          <w:p w14:paraId="4DF5A397" w14:textId="06C48E19" w:rsidR="00502074" w:rsidRPr="00F444C3" w:rsidRDefault="001A0D81" w:rsidP="0050207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2</w:t>
            </w:r>
            <w:r w:rsidR="000D52C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5835" w:type="dxa"/>
            <w:vAlign w:val="center"/>
            <w:hideMark/>
          </w:tcPr>
          <w:p w14:paraId="6391A448" w14:textId="140A4E46" w:rsidR="00502074" w:rsidRPr="00F444C3" w:rsidRDefault="00502074" w:rsidP="00502074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Komputer pokładowy wyposażony w</w:t>
            </w:r>
            <w:r w:rsidR="001A0D8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</w:t>
            </w: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czujniki cofania, </w:t>
            </w:r>
            <w:proofErr w:type="spellStart"/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bluetooth</w:t>
            </w:r>
            <w:proofErr w:type="spellEnd"/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</w:t>
            </w:r>
            <w:r w:rsidR="0036132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br/>
            </w: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oraz GPS/nawigację i/lub Android Auto i Apple Car Play</w:t>
            </w:r>
          </w:p>
        </w:tc>
        <w:tc>
          <w:tcPr>
            <w:tcW w:w="3969" w:type="dxa"/>
            <w:noWrap/>
            <w:vAlign w:val="center"/>
          </w:tcPr>
          <w:p w14:paraId="6337668A" w14:textId="2F5252C2" w:rsidR="00502074" w:rsidRPr="00F444C3" w:rsidRDefault="00502074" w:rsidP="00502074">
            <w:pPr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spełnia/nie spełnia*</w:t>
            </w:r>
          </w:p>
        </w:tc>
      </w:tr>
      <w:tr w:rsidR="00502074" w:rsidRPr="00F444C3" w14:paraId="005C60A1" w14:textId="77777777" w:rsidTr="0007717C">
        <w:trPr>
          <w:trHeight w:val="375"/>
          <w:jc w:val="center"/>
        </w:trPr>
        <w:tc>
          <w:tcPr>
            <w:tcW w:w="823" w:type="dxa"/>
            <w:noWrap/>
            <w:vAlign w:val="center"/>
            <w:hideMark/>
          </w:tcPr>
          <w:p w14:paraId="59C3C5C5" w14:textId="411FBCE3" w:rsidR="00502074" w:rsidRPr="00F444C3" w:rsidRDefault="001A0D81" w:rsidP="0050207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2</w:t>
            </w:r>
            <w:r w:rsidR="000D52C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35" w:type="dxa"/>
            <w:vAlign w:val="center"/>
            <w:hideMark/>
          </w:tcPr>
          <w:p w14:paraId="4687078F" w14:textId="77777777" w:rsidR="00502074" w:rsidRPr="00F444C3" w:rsidRDefault="00502074" w:rsidP="00502074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Immobiliser</w:t>
            </w:r>
          </w:p>
        </w:tc>
        <w:tc>
          <w:tcPr>
            <w:tcW w:w="3969" w:type="dxa"/>
            <w:noWrap/>
            <w:vAlign w:val="center"/>
          </w:tcPr>
          <w:p w14:paraId="2375FC4A" w14:textId="7216230C" w:rsidR="00502074" w:rsidRPr="00F444C3" w:rsidRDefault="00502074" w:rsidP="00502074">
            <w:pPr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spełnia/nie spełnia*</w:t>
            </w:r>
          </w:p>
        </w:tc>
      </w:tr>
      <w:tr w:rsidR="00502074" w:rsidRPr="00F444C3" w14:paraId="40253352" w14:textId="77777777" w:rsidTr="0007717C">
        <w:trPr>
          <w:trHeight w:val="375"/>
          <w:jc w:val="center"/>
        </w:trPr>
        <w:tc>
          <w:tcPr>
            <w:tcW w:w="823" w:type="dxa"/>
            <w:noWrap/>
            <w:vAlign w:val="center"/>
            <w:hideMark/>
          </w:tcPr>
          <w:p w14:paraId="72F3A760" w14:textId="47A5767F" w:rsidR="00502074" w:rsidRPr="00F444C3" w:rsidRDefault="001A0D81" w:rsidP="0050207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2</w:t>
            </w:r>
            <w:r w:rsidR="000D52C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835" w:type="dxa"/>
            <w:vAlign w:val="center"/>
            <w:hideMark/>
          </w:tcPr>
          <w:p w14:paraId="0868F222" w14:textId="77777777" w:rsidR="00502074" w:rsidRPr="00F444C3" w:rsidRDefault="00502074" w:rsidP="00502074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Elektroniczny system antypoślizgowy typu ABS lub równoważny</w:t>
            </w:r>
          </w:p>
        </w:tc>
        <w:tc>
          <w:tcPr>
            <w:tcW w:w="3969" w:type="dxa"/>
            <w:noWrap/>
            <w:vAlign w:val="center"/>
          </w:tcPr>
          <w:p w14:paraId="0454B15F" w14:textId="56E07C07" w:rsidR="00502074" w:rsidRPr="00F444C3" w:rsidRDefault="00502074" w:rsidP="00502074">
            <w:pPr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spełnia/nie spełnia*</w:t>
            </w:r>
          </w:p>
        </w:tc>
      </w:tr>
      <w:tr w:rsidR="00502074" w:rsidRPr="00F444C3" w14:paraId="2F573582" w14:textId="77777777" w:rsidTr="0007717C">
        <w:trPr>
          <w:trHeight w:val="460"/>
          <w:jc w:val="center"/>
        </w:trPr>
        <w:tc>
          <w:tcPr>
            <w:tcW w:w="823" w:type="dxa"/>
            <w:noWrap/>
            <w:vAlign w:val="center"/>
            <w:hideMark/>
          </w:tcPr>
          <w:p w14:paraId="6E2EB843" w14:textId="24F262F5" w:rsidR="00502074" w:rsidRPr="00F444C3" w:rsidRDefault="001A0D81" w:rsidP="0050207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2</w:t>
            </w:r>
            <w:r w:rsidR="000D52C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835" w:type="dxa"/>
            <w:vAlign w:val="center"/>
            <w:hideMark/>
          </w:tcPr>
          <w:p w14:paraId="115FDCA0" w14:textId="70C002F9" w:rsidR="00502074" w:rsidRPr="00F444C3" w:rsidRDefault="00502074" w:rsidP="00502074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Elektroniczny system stabilizacji toru jazdy ESP/ESC/DSC </w:t>
            </w:r>
            <w:r w:rsidR="0007717C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br/>
            </w: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lub równoważny</w:t>
            </w:r>
          </w:p>
        </w:tc>
        <w:tc>
          <w:tcPr>
            <w:tcW w:w="3969" w:type="dxa"/>
            <w:noWrap/>
            <w:vAlign w:val="center"/>
          </w:tcPr>
          <w:p w14:paraId="4B6CFDF3" w14:textId="1B971558" w:rsidR="00502074" w:rsidRPr="00F444C3" w:rsidRDefault="00502074" w:rsidP="00502074">
            <w:pPr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spełnia/nie spełnia*</w:t>
            </w:r>
          </w:p>
        </w:tc>
      </w:tr>
      <w:tr w:rsidR="00502074" w:rsidRPr="00F444C3" w14:paraId="51A8E179" w14:textId="77777777" w:rsidTr="0007717C">
        <w:trPr>
          <w:trHeight w:val="375"/>
          <w:jc w:val="center"/>
        </w:trPr>
        <w:tc>
          <w:tcPr>
            <w:tcW w:w="823" w:type="dxa"/>
            <w:noWrap/>
            <w:vAlign w:val="center"/>
            <w:hideMark/>
          </w:tcPr>
          <w:p w14:paraId="3FAC9B16" w14:textId="69A1F8DD" w:rsidR="00502074" w:rsidRPr="00F444C3" w:rsidRDefault="001A0D81" w:rsidP="0050207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2</w:t>
            </w:r>
            <w:r w:rsidR="000D52C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835" w:type="dxa"/>
            <w:vAlign w:val="center"/>
            <w:hideMark/>
          </w:tcPr>
          <w:p w14:paraId="5BC6732E" w14:textId="77777777" w:rsidR="00502074" w:rsidRPr="00F444C3" w:rsidRDefault="00502074" w:rsidP="00502074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System przypominający o konieczności zapinania pasów</w:t>
            </w:r>
          </w:p>
        </w:tc>
        <w:tc>
          <w:tcPr>
            <w:tcW w:w="3969" w:type="dxa"/>
            <w:noWrap/>
            <w:vAlign w:val="center"/>
          </w:tcPr>
          <w:p w14:paraId="2B54074D" w14:textId="2FEBAF49" w:rsidR="00502074" w:rsidRPr="00F444C3" w:rsidRDefault="00502074" w:rsidP="00502074">
            <w:pPr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spełnia/nie spełnia*</w:t>
            </w:r>
          </w:p>
        </w:tc>
      </w:tr>
      <w:tr w:rsidR="00502074" w:rsidRPr="00F444C3" w14:paraId="1880AD3A" w14:textId="77777777" w:rsidTr="0007717C">
        <w:trPr>
          <w:trHeight w:val="377"/>
          <w:jc w:val="center"/>
        </w:trPr>
        <w:tc>
          <w:tcPr>
            <w:tcW w:w="823" w:type="dxa"/>
            <w:noWrap/>
            <w:vAlign w:val="center"/>
            <w:hideMark/>
          </w:tcPr>
          <w:p w14:paraId="56DECA41" w14:textId="5D259E47" w:rsidR="00502074" w:rsidRPr="00F444C3" w:rsidRDefault="001A0D81" w:rsidP="0050207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2</w:t>
            </w:r>
            <w:r w:rsidR="000D52C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835" w:type="dxa"/>
            <w:vAlign w:val="center"/>
            <w:hideMark/>
          </w:tcPr>
          <w:p w14:paraId="3C01FDA6" w14:textId="170A68F5" w:rsidR="00502074" w:rsidRPr="00F444C3" w:rsidRDefault="00502074" w:rsidP="00502074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Klimatyzacja manualna lub elektroniczna </w:t>
            </w:r>
          </w:p>
        </w:tc>
        <w:tc>
          <w:tcPr>
            <w:tcW w:w="3969" w:type="dxa"/>
            <w:vAlign w:val="center"/>
          </w:tcPr>
          <w:p w14:paraId="560591FC" w14:textId="77777777" w:rsidR="00502074" w:rsidRPr="00F444C3" w:rsidRDefault="00502074" w:rsidP="0050207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Klimatyzacja</w:t>
            </w:r>
          </w:p>
          <w:p w14:paraId="3597B828" w14:textId="2EBE5E3E" w:rsidR="00502074" w:rsidRPr="00F444C3" w:rsidRDefault="00502074" w:rsidP="00502074">
            <w:pPr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………………………..</w:t>
            </w:r>
          </w:p>
        </w:tc>
      </w:tr>
      <w:tr w:rsidR="00502074" w:rsidRPr="00F444C3" w14:paraId="2031BEF8" w14:textId="77777777" w:rsidTr="0007717C">
        <w:trPr>
          <w:trHeight w:val="375"/>
          <w:jc w:val="center"/>
        </w:trPr>
        <w:tc>
          <w:tcPr>
            <w:tcW w:w="823" w:type="dxa"/>
            <w:noWrap/>
            <w:vAlign w:val="center"/>
            <w:hideMark/>
          </w:tcPr>
          <w:p w14:paraId="1B82439E" w14:textId="3A64A446" w:rsidR="00502074" w:rsidRPr="00F444C3" w:rsidRDefault="001A0D81" w:rsidP="0050207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2</w:t>
            </w:r>
            <w:r w:rsidR="000D52C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835" w:type="dxa"/>
            <w:vAlign w:val="center"/>
            <w:hideMark/>
          </w:tcPr>
          <w:p w14:paraId="6F68CB0E" w14:textId="3E800BC3" w:rsidR="00502074" w:rsidRPr="00F444C3" w:rsidRDefault="00502074" w:rsidP="00502074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401C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Fabryczne </w:t>
            </w: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radio CD lub AUX/USB z min 2 głośnikami</w:t>
            </w:r>
          </w:p>
        </w:tc>
        <w:tc>
          <w:tcPr>
            <w:tcW w:w="3969" w:type="dxa"/>
            <w:noWrap/>
            <w:vAlign w:val="center"/>
          </w:tcPr>
          <w:p w14:paraId="2CD5C6A0" w14:textId="4AC2A4EB" w:rsidR="00502074" w:rsidRPr="00F444C3" w:rsidRDefault="00502074" w:rsidP="00502074">
            <w:pPr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spełnia/nie spełnia*</w:t>
            </w:r>
          </w:p>
        </w:tc>
      </w:tr>
      <w:tr w:rsidR="00502074" w:rsidRPr="00F444C3" w14:paraId="1C5CA331" w14:textId="77777777" w:rsidTr="0007717C">
        <w:trPr>
          <w:trHeight w:val="375"/>
          <w:jc w:val="center"/>
        </w:trPr>
        <w:tc>
          <w:tcPr>
            <w:tcW w:w="823" w:type="dxa"/>
            <w:noWrap/>
            <w:vAlign w:val="center"/>
            <w:hideMark/>
          </w:tcPr>
          <w:p w14:paraId="2F77F794" w14:textId="69867F67" w:rsidR="00502074" w:rsidRPr="00F444C3" w:rsidRDefault="001A0D81" w:rsidP="0050207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2</w:t>
            </w:r>
            <w:r w:rsidR="000D52C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835" w:type="dxa"/>
            <w:vAlign w:val="center"/>
            <w:hideMark/>
          </w:tcPr>
          <w:p w14:paraId="2861A72F" w14:textId="77777777" w:rsidR="00502074" w:rsidRPr="00F444C3" w:rsidRDefault="00502074" w:rsidP="00502074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Wspomaganie układu kierowniczego</w:t>
            </w:r>
          </w:p>
        </w:tc>
        <w:tc>
          <w:tcPr>
            <w:tcW w:w="3969" w:type="dxa"/>
            <w:noWrap/>
            <w:vAlign w:val="center"/>
          </w:tcPr>
          <w:p w14:paraId="72C5766A" w14:textId="10BEB542" w:rsidR="00502074" w:rsidRPr="00F444C3" w:rsidRDefault="00502074" w:rsidP="00502074">
            <w:pPr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spełnia/nie spełnia*</w:t>
            </w:r>
          </w:p>
        </w:tc>
      </w:tr>
      <w:tr w:rsidR="00502074" w:rsidRPr="00F444C3" w14:paraId="4E7A4025" w14:textId="77777777" w:rsidTr="0007717C">
        <w:trPr>
          <w:trHeight w:val="375"/>
          <w:jc w:val="center"/>
        </w:trPr>
        <w:tc>
          <w:tcPr>
            <w:tcW w:w="823" w:type="dxa"/>
            <w:noWrap/>
            <w:vAlign w:val="center"/>
            <w:hideMark/>
          </w:tcPr>
          <w:p w14:paraId="28ED4AD2" w14:textId="124766D8" w:rsidR="00502074" w:rsidRPr="00F444C3" w:rsidRDefault="001A0D81" w:rsidP="0050207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2</w:t>
            </w:r>
            <w:r w:rsidR="000D52C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835" w:type="dxa"/>
            <w:vAlign w:val="center"/>
            <w:hideMark/>
          </w:tcPr>
          <w:p w14:paraId="325C20B9" w14:textId="77777777" w:rsidR="00502074" w:rsidRPr="00F444C3" w:rsidRDefault="00502074" w:rsidP="00502074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Alarm antywłamaniowy</w:t>
            </w:r>
          </w:p>
        </w:tc>
        <w:tc>
          <w:tcPr>
            <w:tcW w:w="3969" w:type="dxa"/>
            <w:noWrap/>
            <w:vAlign w:val="center"/>
          </w:tcPr>
          <w:p w14:paraId="07B1E3BB" w14:textId="7ACA6C4C" w:rsidR="00502074" w:rsidRPr="00F444C3" w:rsidRDefault="00502074" w:rsidP="00502074">
            <w:pPr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spełnia/nie spełnia*</w:t>
            </w:r>
          </w:p>
        </w:tc>
      </w:tr>
      <w:tr w:rsidR="00502074" w:rsidRPr="00F444C3" w14:paraId="66A9B2EF" w14:textId="77777777" w:rsidTr="0007717C">
        <w:trPr>
          <w:trHeight w:val="375"/>
          <w:jc w:val="center"/>
        </w:trPr>
        <w:tc>
          <w:tcPr>
            <w:tcW w:w="823" w:type="dxa"/>
            <w:noWrap/>
            <w:vAlign w:val="center"/>
            <w:hideMark/>
          </w:tcPr>
          <w:p w14:paraId="42FBA2A8" w14:textId="75BF2823" w:rsidR="00502074" w:rsidRPr="00F444C3" w:rsidRDefault="000D52C1" w:rsidP="001A0D81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5835" w:type="dxa"/>
            <w:vAlign w:val="center"/>
            <w:hideMark/>
          </w:tcPr>
          <w:p w14:paraId="4A9BF15B" w14:textId="77777777" w:rsidR="00502074" w:rsidRPr="00F444C3" w:rsidRDefault="00502074" w:rsidP="00502074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Centralny zamek z pilotem</w:t>
            </w:r>
          </w:p>
        </w:tc>
        <w:tc>
          <w:tcPr>
            <w:tcW w:w="3969" w:type="dxa"/>
            <w:noWrap/>
            <w:vAlign w:val="center"/>
          </w:tcPr>
          <w:p w14:paraId="3448C491" w14:textId="52566C42" w:rsidR="00502074" w:rsidRPr="00F444C3" w:rsidRDefault="00502074" w:rsidP="00502074">
            <w:pPr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spełnia/nie spełnia*</w:t>
            </w:r>
          </w:p>
        </w:tc>
      </w:tr>
      <w:tr w:rsidR="00502074" w:rsidRPr="00F444C3" w14:paraId="635719D5" w14:textId="77777777" w:rsidTr="0007717C">
        <w:trPr>
          <w:trHeight w:val="443"/>
          <w:jc w:val="center"/>
        </w:trPr>
        <w:tc>
          <w:tcPr>
            <w:tcW w:w="823" w:type="dxa"/>
            <w:noWrap/>
            <w:vAlign w:val="center"/>
            <w:hideMark/>
          </w:tcPr>
          <w:p w14:paraId="1F219233" w14:textId="0DE2E251" w:rsidR="00502074" w:rsidRPr="00F444C3" w:rsidRDefault="001A0D81" w:rsidP="0050207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3</w:t>
            </w:r>
            <w:r w:rsidR="000D52C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5835" w:type="dxa"/>
            <w:vAlign w:val="center"/>
            <w:hideMark/>
          </w:tcPr>
          <w:p w14:paraId="65F26D51" w14:textId="16506917" w:rsidR="00502074" w:rsidRPr="00F444C3" w:rsidRDefault="00502074" w:rsidP="00502074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Poduszki powietrzne dla kierowcy i pasażera </w:t>
            </w:r>
          </w:p>
        </w:tc>
        <w:tc>
          <w:tcPr>
            <w:tcW w:w="3969" w:type="dxa"/>
            <w:noWrap/>
            <w:vAlign w:val="center"/>
          </w:tcPr>
          <w:p w14:paraId="50B8F9E1" w14:textId="2A2903B5" w:rsidR="00502074" w:rsidRPr="00F444C3" w:rsidRDefault="00502074" w:rsidP="00502074">
            <w:pPr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spełnia/nie spełnia*</w:t>
            </w:r>
          </w:p>
        </w:tc>
      </w:tr>
      <w:tr w:rsidR="00502074" w:rsidRPr="00F444C3" w14:paraId="6836294B" w14:textId="77777777" w:rsidTr="0007717C">
        <w:trPr>
          <w:trHeight w:val="375"/>
          <w:jc w:val="center"/>
        </w:trPr>
        <w:tc>
          <w:tcPr>
            <w:tcW w:w="823" w:type="dxa"/>
            <w:noWrap/>
            <w:vAlign w:val="center"/>
            <w:hideMark/>
          </w:tcPr>
          <w:p w14:paraId="5DB2241A" w14:textId="293E7C5C" w:rsidR="00502074" w:rsidRPr="00F444C3" w:rsidRDefault="001A0D81" w:rsidP="0050207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3</w:t>
            </w:r>
            <w:r w:rsidR="000D52C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35" w:type="dxa"/>
            <w:vAlign w:val="center"/>
            <w:hideMark/>
          </w:tcPr>
          <w:p w14:paraId="161FE798" w14:textId="77777777" w:rsidR="00502074" w:rsidRPr="00F444C3" w:rsidRDefault="00502074" w:rsidP="00502074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Zagłówki z regulowaną wysokością</w:t>
            </w:r>
          </w:p>
        </w:tc>
        <w:tc>
          <w:tcPr>
            <w:tcW w:w="3969" w:type="dxa"/>
            <w:noWrap/>
            <w:vAlign w:val="center"/>
          </w:tcPr>
          <w:p w14:paraId="30D14AFA" w14:textId="6B1930DF" w:rsidR="00502074" w:rsidRPr="00F444C3" w:rsidRDefault="00502074" w:rsidP="00502074">
            <w:pPr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spełnia/nie spełnia*</w:t>
            </w:r>
          </w:p>
        </w:tc>
      </w:tr>
      <w:tr w:rsidR="00502074" w:rsidRPr="00F444C3" w14:paraId="35884449" w14:textId="77777777" w:rsidTr="0007717C">
        <w:trPr>
          <w:trHeight w:val="706"/>
          <w:jc w:val="center"/>
        </w:trPr>
        <w:tc>
          <w:tcPr>
            <w:tcW w:w="823" w:type="dxa"/>
            <w:noWrap/>
            <w:vAlign w:val="center"/>
            <w:hideMark/>
          </w:tcPr>
          <w:p w14:paraId="00DB0ABD" w14:textId="6B8F3D2E" w:rsidR="00502074" w:rsidRPr="00F444C3" w:rsidRDefault="001A0D81" w:rsidP="0050207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3</w:t>
            </w:r>
            <w:r w:rsidR="000D52C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835" w:type="dxa"/>
            <w:vAlign w:val="center"/>
            <w:hideMark/>
          </w:tcPr>
          <w:p w14:paraId="6E37A06A" w14:textId="62A2B681" w:rsidR="00502074" w:rsidRPr="00F444C3" w:rsidRDefault="00502074" w:rsidP="00502074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Regulacja fotela kierowcy </w:t>
            </w:r>
            <w:r w:rsidRPr="00401C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min.</w:t>
            </w:r>
            <w:r w:rsidR="008809F9" w:rsidRPr="00401C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</w:t>
            </w:r>
            <w:r w:rsidR="001A0D8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2</w:t>
            </w:r>
            <w:r w:rsidRPr="00401C5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(sposoby</w:t>
            </w:r>
            <w:r w:rsidR="001A0D8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3969" w:type="dxa"/>
            <w:noWrap/>
            <w:vAlign w:val="center"/>
          </w:tcPr>
          <w:p w14:paraId="7AD0C0FB" w14:textId="4C9D5FCB" w:rsidR="00502074" w:rsidRPr="00F444C3" w:rsidRDefault="00502074" w:rsidP="00502074">
            <w:pPr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spełnia/nie spełnia*</w:t>
            </w:r>
          </w:p>
        </w:tc>
      </w:tr>
      <w:tr w:rsidR="00502074" w:rsidRPr="00F444C3" w14:paraId="13EA35EF" w14:textId="77777777" w:rsidTr="0007717C">
        <w:trPr>
          <w:trHeight w:val="974"/>
          <w:jc w:val="center"/>
        </w:trPr>
        <w:tc>
          <w:tcPr>
            <w:tcW w:w="823" w:type="dxa"/>
            <w:noWrap/>
            <w:vAlign w:val="center"/>
            <w:hideMark/>
          </w:tcPr>
          <w:p w14:paraId="3D6F011D" w14:textId="17F32786" w:rsidR="00502074" w:rsidRPr="00F444C3" w:rsidRDefault="001A0D81" w:rsidP="0050207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3</w:t>
            </w:r>
            <w:r w:rsidR="000D52C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835" w:type="dxa"/>
            <w:vAlign w:val="center"/>
            <w:hideMark/>
          </w:tcPr>
          <w:p w14:paraId="668A864E" w14:textId="423A424B" w:rsidR="00502074" w:rsidRPr="00F444C3" w:rsidRDefault="00502074" w:rsidP="00502074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Dwa komplety opon na obręczach </w:t>
            </w:r>
            <w:r w:rsidR="009D4167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aluminiowych lub </w:t>
            </w: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stalowych (letnie i zimowe) przy czym dostarczony samochód będzie posiadał założone  opony dostosowane do pory roku.</w:t>
            </w:r>
          </w:p>
        </w:tc>
        <w:tc>
          <w:tcPr>
            <w:tcW w:w="3969" w:type="dxa"/>
            <w:noWrap/>
            <w:vAlign w:val="center"/>
          </w:tcPr>
          <w:p w14:paraId="27D79134" w14:textId="0CE93A01" w:rsidR="00502074" w:rsidRPr="00F444C3" w:rsidRDefault="00502074" w:rsidP="00502074">
            <w:pPr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spełnia/nie spełnia*</w:t>
            </w:r>
          </w:p>
        </w:tc>
      </w:tr>
      <w:tr w:rsidR="00502074" w:rsidRPr="00F444C3" w14:paraId="1B317A35" w14:textId="77777777" w:rsidTr="0007717C">
        <w:trPr>
          <w:trHeight w:val="375"/>
          <w:jc w:val="center"/>
        </w:trPr>
        <w:tc>
          <w:tcPr>
            <w:tcW w:w="823" w:type="dxa"/>
            <w:noWrap/>
            <w:vAlign w:val="center"/>
            <w:hideMark/>
          </w:tcPr>
          <w:p w14:paraId="1B23D497" w14:textId="40B5FC4E" w:rsidR="00502074" w:rsidRPr="00F444C3" w:rsidRDefault="001A0D81" w:rsidP="0050207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3</w:t>
            </w:r>
            <w:r w:rsidR="000D52C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835" w:type="dxa"/>
            <w:vAlign w:val="center"/>
            <w:hideMark/>
          </w:tcPr>
          <w:p w14:paraId="489F5243" w14:textId="449DEC7B" w:rsidR="00502074" w:rsidRPr="00F444C3" w:rsidRDefault="00502074" w:rsidP="00502074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Pełnowymiarowe koło zapasowe</w:t>
            </w:r>
            <w:r w:rsidR="00F6510F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lub zestaw naprawczy</w:t>
            </w:r>
          </w:p>
        </w:tc>
        <w:tc>
          <w:tcPr>
            <w:tcW w:w="3969" w:type="dxa"/>
            <w:noWrap/>
            <w:vAlign w:val="center"/>
          </w:tcPr>
          <w:p w14:paraId="7D35FCD5" w14:textId="7D8BFBDF" w:rsidR="00502074" w:rsidRPr="00F444C3" w:rsidRDefault="00502074" w:rsidP="00502074">
            <w:pPr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spełnia/nie spełnia*</w:t>
            </w:r>
          </w:p>
        </w:tc>
      </w:tr>
      <w:tr w:rsidR="00502074" w:rsidRPr="00F444C3" w14:paraId="4DB235A4" w14:textId="77777777" w:rsidTr="0007717C">
        <w:trPr>
          <w:trHeight w:val="375"/>
          <w:jc w:val="center"/>
        </w:trPr>
        <w:tc>
          <w:tcPr>
            <w:tcW w:w="823" w:type="dxa"/>
            <w:noWrap/>
            <w:vAlign w:val="center"/>
            <w:hideMark/>
          </w:tcPr>
          <w:p w14:paraId="5429FC6C" w14:textId="435D658F" w:rsidR="00502074" w:rsidRPr="00F444C3" w:rsidRDefault="001A0D81" w:rsidP="0050207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3</w:t>
            </w:r>
            <w:r w:rsidR="000D52C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835" w:type="dxa"/>
            <w:vAlign w:val="center"/>
            <w:hideMark/>
          </w:tcPr>
          <w:p w14:paraId="69C5ABC6" w14:textId="77777777" w:rsidR="00502074" w:rsidRPr="00F444C3" w:rsidRDefault="00502074" w:rsidP="00502074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Lewarek, klucz do kół, gaśnica samochodowa z homologacją</w:t>
            </w:r>
          </w:p>
        </w:tc>
        <w:tc>
          <w:tcPr>
            <w:tcW w:w="3969" w:type="dxa"/>
            <w:noWrap/>
            <w:vAlign w:val="center"/>
          </w:tcPr>
          <w:p w14:paraId="39B41C66" w14:textId="2909F741" w:rsidR="00502074" w:rsidRPr="00F444C3" w:rsidRDefault="00502074" w:rsidP="00502074">
            <w:pPr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spełnia/nie spełnia*</w:t>
            </w:r>
          </w:p>
        </w:tc>
      </w:tr>
      <w:tr w:rsidR="000F07DA" w:rsidRPr="00F444C3" w14:paraId="14FED88F" w14:textId="77777777" w:rsidTr="0007717C">
        <w:trPr>
          <w:trHeight w:val="375"/>
          <w:jc w:val="center"/>
        </w:trPr>
        <w:tc>
          <w:tcPr>
            <w:tcW w:w="823" w:type="dxa"/>
            <w:noWrap/>
            <w:vAlign w:val="center"/>
            <w:hideMark/>
          </w:tcPr>
          <w:p w14:paraId="48C0C472" w14:textId="3D67CD93" w:rsidR="000F07DA" w:rsidRPr="007E1D43" w:rsidRDefault="001A0D81" w:rsidP="0050207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lastRenderedPageBreak/>
              <w:t>3</w:t>
            </w:r>
            <w:r w:rsidR="000D52C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835" w:type="dxa"/>
            <w:vAlign w:val="center"/>
            <w:hideMark/>
          </w:tcPr>
          <w:p w14:paraId="263D2A86" w14:textId="6219217F" w:rsidR="000F07DA" w:rsidRPr="007E1D43" w:rsidRDefault="000F07DA" w:rsidP="00502074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7E1D4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Komplet gumowych dywaników</w:t>
            </w:r>
          </w:p>
        </w:tc>
        <w:tc>
          <w:tcPr>
            <w:tcW w:w="3969" w:type="dxa"/>
            <w:noWrap/>
            <w:vAlign w:val="center"/>
            <w:hideMark/>
          </w:tcPr>
          <w:p w14:paraId="3367178A" w14:textId="2D0180F5" w:rsidR="000F07DA" w:rsidRPr="00AC2C4C" w:rsidRDefault="000F07DA" w:rsidP="000F07DA">
            <w:pPr>
              <w:jc w:val="center"/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spełnia/nie spełnia*</w:t>
            </w:r>
          </w:p>
        </w:tc>
      </w:tr>
      <w:tr w:rsidR="00502074" w:rsidRPr="00F444C3" w14:paraId="6F239671" w14:textId="77777777" w:rsidTr="0007717C">
        <w:trPr>
          <w:trHeight w:val="375"/>
          <w:jc w:val="center"/>
        </w:trPr>
        <w:tc>
          <w:tcPr>
            <w:tcW w:w="823" w:type="dxa"/>
            <w:shd w:val="clear" w:color="auto" w:fill="E7E6E6" w:themeFill="background2"/>
            <w:vAlign w:val="center"/>
            <w:hideMark/>
          </w:tcPr>
          <w:p w14:paraId="4F90A040" w14:textId="22A7063C" w:rsidR="00502074" w:rsidRPr="00E639CB" w:rsidRDefault="001A0D81" w:rsidP="00502074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E639CB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5835" w:type="dxa"/>
            <w:shd w:val="clear" w:color="auto" w:fill="E7E6E6" w:themeFill="background2"/>
            <w:vAlign w:val="center"/>
            <w:hideMark/>
          </w:tcPr>
          <w:p w14:paraId="7A6094FB" w14:textId="77777777" w:rsidR="00502074" w:rsidRPr="00E639CB" w:rsidRDefault="00502074" w:rsidP="00502074">
            <w:pPr>
              <w:jc w:val="both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E639CB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Pozostałe wymagania dla samochodu</w:t>
            </w:r>
          </w:p>
        </w:tc>
        <w:tc>
          <w:tcPr>
            <w:tcW w:w="3969" w:type="dxa"/>
            <w:shd w:val="clear" w:color="auto" w:fill="E7E6E6" w:themeFill="background2"/>
            <w:vAlign w:val="center"/>
            <w:hideMark/>
          </w:tcPr>
          <w:p w14:paraId="00E51357" w14:textId="70CC89FC" w:rsidR="00502074" w:rsidRPr="00F444C3" w:rsidRDefault="00502074" w:rsidP="00502074">
            <w:pPr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spełnia/nie spełnia*</w:t>
            </w:r>
          </w:p>
        </w:tc>
      </w:tr>
      <w:tr w:rsidR="00401C5A" w:rsidRPr="00F444C3" w14:paraId="72891102" w14:textId="77777777" w:rsidTr="0007717C">
        <w:trPr>
          <w:trHeight w:val="375"/>
          <w:jc w:val="center"/>
        </w:trPr>
        <w:tc>
          <w:tcPr>
            <w:tcW w:w="823" w:type="dxa"/>
            <w:noWrap/>
            <w:vAlign w:val="center"/>
            <w:hideMark/>
          </w:tcPr>
          <w:p w14:paraId="434F62D7" w14:textId="32B0ABA2" w:rsidR="00401C5A" w:rsidRPr="00F444C3" w:rsidRDefault="001A0D81" w:rsidP="0050207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2</w:t>
            </w:r>
            <w:r w:rsidR="00401C5A"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.1</w:t>
            </w:r>
          </w:p>
        </w:tc>
        <w:tc>
          <w:tcPr>
            <w:tcW w:w="5835" w:type="dxa"/>
            <w:vAlign w:val="center"/>
            <w:hideMark/>
          </w:tcPr>
          <w:p w14:paraId="578FA5CD" w14:textId="01192317" w:rsidR="00401C5A" w:rsidRPr="00F444C3" w:rsidRDefault="0007717C" w:rsidP="00502074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C</w:t>
            </w:r>
            <w:r w:rsidR="00401C5A"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ertyfikat CE</w:t>
            </w:r>
          </w:p>
        </w:tc>
        <w:tc>
          <w:tcPr>
            <w:tcW w:w="3969" w:type="dxa"/>
            <w:noWrap/>
            <w:vAlign w:val="center"/>
            <w:hideMark/>
          </w:tcPr>
          <w:p w14:paraId="4C54F6B3" w14:textId="0B88D9AE" w:rsidR="00401C5A" w:rsidRPr="00F444C3" w:rsidRDefault="00401C5A" w:rsidP="00502074">
            <w:pPr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spełnia/nie spełnia*</w:t>
            </w:r>
          </w:p>
        </w:tc>
      </w:tr>
      <w:tr w:rsidR="00401C5A" w:rsidRPr="00F444C3" w14:paraId="2E050498" w14:textId="77777777" w:rsidTr="0007717C">
        <w:trPr>
          <w:trHeight w:val="2470"/>
          <w:jc w:val="center"/>
        </w:trPr>
        <w:tc>
          <w:tcPr>
            <w:tcW w:w="823" w:type="dxa"/>
            <w:noWrap/>
            <w:vAlign w:val="center"/>
            <w:hideMark/>
          </w:tcPr>
          <w:p w14:paraId="0F5E6DB8" w14:textId="1B25ACB6" w:rsidR="00401C5A" w:rsidRPr="00F444C3" w:rsidRDefault="001A0D81" w:rsidP="0050207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2</w:t>
            </w:r>
            <w:r w:rsidR="00401C5A"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.2</w:t>
            </w:r>
          </w:p>
        </w:tc>
        <w:tc>
          <w:tcPr>
            <w:tcW w:w="5835" w:type="dxa"/>
            <w:vAlign w:val="center"/>
            <w:hideMark/>
          </w:tcPr>
          <w:p w14:paraId="34A3E637" w14:textId="1B19A3D3" w:rsidR="00401C5A" w:rsidRPr="00F444C3" w:rsidRDefault="00401C5A" w:rsidP="00502074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Świadectwa zgodności WE albo świadectwa zgodności wraz z oświadczeniem zawierającym dane i informacje o samochodzie niezbędne do rejestracji i ewidencji samochodu  - zgodnie z art. 72 ustawy z dnia 20 czerwca 1997r.  Prawo o ruchu drogowym (Dz.U. z 2018 poz. 1990 z późn.zm.)</w:t>
            </w:r>
            <w:r w:rsidR="001A0D8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. </w:t>
            </w:r>
            <w:r w:rsidRPr="008809F9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Zamawiający nie dopuszcza możliwości zaoferowania fabrycznie nowego samochodu z dokumentami, które nie pozwolą na jego pierwszą rejestrację.</w:t>
            </w:r>
          </w:p>
        </w:tc>
        <w:tc>
          <w:tcPr>
            <w:tcW w:w="3969" w:type="dxa"/>
            <w:noWrap/>
            <w:vAlign w:val="center"/>
            <w:hideMark/>
          </w:tcPr>
          <w:p w14:paraId="7BDB7ADA" w14:textId="294ABF00" w:rsidR="00401C5A" w:rsidRPr="00F444C3" w:rsidRDefault="00401C5A" w:rsidP="00502074">
            <w:pPr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spełnia/nie spełnia*</w:t>
            </w:r>
          </w:p>
        </w:tc>
      </w:tr>
      <w:tr w:rsidR="00502074" w:rsidRPr="00F444C3" w14:paraId="165EF8F2" w14:textId="77777777" w:rsidTr="0007717C">
        <w:trPr>
          <w:trHeight w:val="390"/>
          <w:jc w:val="center"/>
        </w:trPr>
        <w:tc>
          <w:tcPr>
            <w:tcW w:w="823" w:type="dxa"/>
            <w:shd w:val="clear" w:color="auto" w:fill="F2F2F2" w:themeFill="background1" w:themeFillShade="F2"/>
            <w:noWrap/>
            <w:vAlign w:val="center"/>
            <w:hideMark/>
          </w:tcPr>
          <w:p w14:paraId="118DF764" w14:textId="0C023079" w:rsidR="00502074" w:rsidRPr="0060382F" w:rsidRDefault="001A0D81" w:rsidP="00502074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60382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2</w:t>
            </w:r>
            <w:r w:rsidR="00502074" w:rsidRPr="0060382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.3</w:t>
            </w:r>
          </w:p>
        </w:tc>
        <w:tc>
          <w:tcPr>
            <w:tcW w:w="5835" w:type="dxa"/>
            <w:shd w:val="clear" w:color="auto" w:fill="F2F2F2" w:themeFill="background1" w:themeFillShade="F2"/>
            <w:vAlign w:val="center"/>
            <w:hideMark/>
          </w:tcPr>
          <w:p w14:paraId="0E586556" w14:textId="7A843CD3" w:rsidR="00502074" w:rsidRPr="0060382F" w:rsidRDefault="00502074" w:rsidP="00502074">
            <w:pP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60382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Gwarancja</w:t>
            </w:r>
            <w:r w:rsidR="0060382F" w:rsidRPr="0060382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E15663" w:rsidRPr="0060382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60382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na samochód</w:t>
            </w:r>
            <w:r w:rsidR="00E15663" w:rsidRPr="0060382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i serwis</w:t>
            </w:r>
            <w:r w:rsidRPr="0060382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969" w:type="dxa"/>
            <w:shd w:val="clear" w:color="auto" w:fill="F2F2F2" w:themeFill="background1" w:themeFillShade="F2"/>
            <w:noWrap/>
            <w:vAlign w:val="center"/>
            <w:hideMark/>
          </w:tcPr>
          <w:p w14:paraId="705F62D2" w14:textId="04E82619" w:rsidR="00502074" w:rsidRPr="00F444C3" w:rsidRDefault="00502074" w:rsidP="00502074">
            <w:pPr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spełnia/nie spełnia*</w:t>
            </w:r>
          </w:p>
        </w:tc>
      </w:tr>
      <w:tr w:rsidR="00502074" w:rsidRPr="00F444C3" w14:paraId="2A073196" w14:textId="77777777" w:rsidTr="0007717C">
        <w:trPr>
          <w:trHeight w:val="1265"/>
          <w:jc w:val="center"/>
        </w:trPr>
        <w:tc>
          <w:tcPr>
            <w:tcW w:w="823" w:type="dxa"/>
            <w:noWrap/>
            <w:vAlign w:val="center"/>
            <w:hideMark/>
          </w:tcPr>
          <w:p w14:paraId="548109B2" w14:textId="426A7165" w:rsidR="00502074" w:rsidRPr="00F444C3" w:rsidRDefault="00033EEC" w:rsidP="0050207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2</w:t>
            </w:r>
            <w:r w:rsidR="00502074"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.3.1</w:t>
            </w:r>
          </w:p>
        </w:tc>
        <w:tc>
          <w:tcPr>
            <w:tcW w:w="5835" w:type="dxa"/>
            <w:vAlign w:val="center"/>
            <w:hideMark/>
          </w:tcPr>
          <w:p w14:paraId="755DCAD3" w14:textId="67F690AF" w:rsidR="00502074" w:rsidRPr="00F444C3" w:rsidRDefault="00502074" w:rsidP="00502074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mechaniczna: </w:t>
            </w:r>
            <w:r w:rsidR="00E1566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br/>
            </w:r>
            <w:r w:rsidR="0060382F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minimum </w:t>
            </w: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2</w:t>
            </w:r>
            <w:r w:rsidR="00F8454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4 miesiące, </w:t>
            </w: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licząc od dnia odbioru przedmiotu umowy przez Zamawiającego, potwierdzonego protokołem odbioru, podpisanym przez Zamawiającego</w:t>
            </w:r>
            <w:r w:rsidR="0002041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969" w:type="dxa"/>
            <w:vAlign w:val="center"/>
          </w:tcPr>
          <w:p w14:paraId="11A60B2B" w14:textId="764009DF" w:rsidR="00502074" w:rsidRPr="00F444C3" w:rsidRDefault="00502074" w:rsidP="00502074">
            <w:pPr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mechaniczna: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br/>
            </w:r>
            <w:r w:rsidRPr="00E15663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60382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………………………..</w:t>
            </w: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br/>
              <w:t>(</w:t>
            </w:r>
            <w:r w:rsidR="00F8454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podana w miesiącach, </w:t>
            </w:r>
            <w:r w:rsidR="00E1566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br/>
            </w: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zgodnie z ofertą wykonawcy</w:t>
            </w:r>
            <w:r w:rsidR="00E1566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)</w:t>
            </w:r>
          </w:p>
        </w:tc>
      </w:tr>
      <w:tr w:rsidR="0060382F" w:rsidRPr="00F444C3" w14:paraId="3117DA26" w14:textId="77777777" w:rsidTr="0007717C">
        <w:trPr>
          <w:trHeight w:val="1299"/>
          <w:jc w:val="center"/>
        </w:trPr>
        <w:tc>
          <w:tcPr>
            <w:tcW w:w="823" w:type="dxa"/>
            <w:noWrap/>
            <w:vAlign w:val="center"/>
          </w:tcPr>
          <w:p w14:paraId="6236FB4C" w14:textId="28C41F11" w:rsidR="0060382F" w:rsidRDefault="0060382F" w:rsidP="0050207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2.3.2</w:t>
            </w:r>
          </w:p>
        </w:tc>
        <w:tc>
          <w:tcPr>
            <w:tcW w:w="5835" w:type="dxa"/>
            <w:vAlign w:val="center"/>
          </w:tcPr>
          <w:p w14:paraId="7253894B" w14:textId="0EC99F72" w:rsidR="0060382F" w:rsidRPr="00F444C3" w:rsidRDefault="0060382F" w:rsidP="0060382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na powłoki lakiernicze: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br/>
            </w: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minimum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24 miesiące </w:t>
            </w: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licząc od dnia odbioru przedmiotu umowy przez Zamawiającego, potwierdzonego protokołem odbioru, podpisanym przez Zamawiającego</w:t>
            </w:r>
            <w:r w:rsidR="0002041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969" w:type="dxa"/>
            <w:vAlign w:val="center"/>
          </w:tcPr>
          <w:p w14:paraId="09C6F7AA" w14:textId="7C250B0F" w:rsidR="0060382F" w:rsidRPr="00F444C3" w:rsidRDefault="0060382F" w:rsidP="0050207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na powłoki lakiernicze</w:t>
            </w: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: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br/>
            </w:r>
            <w:r w:rsidRPr="00E15663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………………………..</w:t>
            </w: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br/>
              <w:t>(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podana w miesiącach,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br/>
            </w: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zgodnie z ofertą wykonawcy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)</w:t>
            </w:r>
          </w:p>
        </w:tc>
      </w:tr>
      <w:tr w:rsidR="00502074" w:rsidRPr="00F444C3" w14:paraId="601DD83E" w14:textId="77777777" w:rsidTr="0007717C">
        <w:trPr>
          <w:trHeight w:val="1299"/>
          <w:jc w:val="center"/>
        </w:trPr>
        <w:tc>
          <w:tcPr>
            <w:tcW w:w="823" w:type="dxa"/>
            <w:noWrap/>
            <w:vAlign w:val="center"/>
            <w:hideMark/>
          </w:tcPr>
          <w:p w14:paraId="3121B540" w14:textId="77777777" w:rsidR="00502074" w:rsidRDefault="00502074" w:rsidP="0050207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3D3ADFE0" w14:textId="24C305FC" w:rsidR="00502074" w:rsidRDefault="00033EEC" w:rsidP="0050207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2.3</w:t>
            </w:r>
            <w:r w:rsidR="00502074"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.</w:t>
            </w:r>
            <w:r w:rsidR="0060382F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3</w:t>
            </w:r>
          </w:p>
          <w:p w14:paraId="47FB194F" w14:textId="77777777" w:rsidR="00502074" w:rsidRDefault="00502074" w:rsidP="0050207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28890215" w14:textId="77777777" w:rsidR="00502074" w:rsidRDefault="00502074" w:rsidP="0050207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432C17F0" w14:textId="77777777" w:rsidR="00502074" w:rsidRDefault="00502074" w:rsidP="0050207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2BED96CC" w14:textId="77777777" w:rsidR="00502074" w:rsidRDefault="00502074" w:rsidP="0050207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65ED49CF" w14:textId="77777777" w:rsidR="00502074" w:rsidRPr="00F444C3" w:rsidRDefault="00502074" w:rsidP="00502074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835" w:type="dxa"/>
            <w:vAlign w:val="center"/>
            <w:hideMark/>
          </w:tcPr>
          <w:p w14:paraId="11C4E2D7" w14:textId="2919A3D4" w:rsidR="00502074" w:rsidRDefault="00502074" w:rsidP="00502074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Bezpłatny pakiet serwisowy </w:t>
            </w:r>
            <w:r w:rsidR="0060382F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w okresie leasingu (</w:t>
            </w:r>
            <w:r w:rsidR="00DF6DFC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16</w:t>
            </w:r>
            <w:r w:rsidR="00E1566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miesiąc</w:t>
            </w:r>
            <w:r w:rsidR="00DF6DFC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y</w:t>
            </w:r>
            <w:bookmarkStart w:id="1" w:name="_GoBack"/>
            <w:bookmarkEnd w:id="1"/>
            <w:r w:rsidR="0060382F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)</w:t>
            </w: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,  na obowiązkowe przeglądy i materiały eksploatacyjne zgodnie z wymaganiami producenta</w:t>
            </w:r>
            <w:r w:rsidR="0002041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.</w:t>
            </w:r>
          </w:p>
          <w:p w14:paraId="449D35FD" w14:textId="77777777" w:rsidR="00502074" w:rsidRDefault="00502074" w:rsidP="00502074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3A44C876" w14:textId="77777777" w:rsidR="00502074" w:rsidRDefault="00502074" w:rsidP="00502074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5B35666F" w14:textId="77777777" w:rsidR="00502074" w:rsidRPr="00F444C3" w:rsidRDefault="00502074" w:rsidP="00502074">
            <w:pPr>
              <w:jc w:val="both"/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Align w:val="center"/>
            <w:hideMark/>
          </w:tcPr>
          <w:p w14:paraId="0609A838" w14:textId="4CEF7425" w:rsidR="00502074" w:rsidRDefault="00502074" w:rsidP="0050207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104865E0" w14:textId="3E34BA74" w:rsidR="00F637FC" w:rsidRPr="00125727" w:rsidRDefault="00F637FC" w:rsidP="00502074">
            <w:pPr>
              <w:jc w:val="center"/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pl-PL"/>
              </w:rPr>
            </w:pPr>
            <w:r w:rsidRPr="00F444C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spełnia/nie spełnia*</w:t>
            </w:r>
          </w:p>
          <w:p w14:paraId="502615C4" w14:textId="77777777" w:rsidR="00502074" w:rsidRPr="00F444C3" w:rsidRDefault="00502074" w:rsidP="00502074">
            <w:pPr>
              <w:jc w:val="center"/>
              <w:rPr>
                <w:rFonts w:asciiTheme="minorHAnsi" w:eastAsia="Times New Roman" w:hAnsiTheme="minorHAnsi" w:cstheme="minorHAnsi"/>
                <w:color w:val="FF0000"/>
                <w:lang w:eastAsia="pl-PL"/>
              </w:rPr>
            </w:pPr>
          </w:p>
        </w:tc>
      </w:tr>
    </w:tbl>
    <w:p w14:paraId="29D329FF" w14:textId="77777777" w:rsidR="005E4DE4" w:rsidRDefault="005E4DE4" w:rsidP="006D4D7B">
      <w:pPr>
        <w:rPr>
          <w:rFonts w:asciiTheme="minorHAnsi" w:hAnsiTheme="minorHAnsi" w:cstheme="minorHAnsi"/>
        </w:rPr>
      </w:pPr>
    </w:p>
    <w:p w14:paraId="4305AEB5" w14:textId="77777777" w:rsidR="0007717C" w:rsidRDefault="0007717C" w:rsidP="006D4D7B">
      <w:pPr>
        <w:rPr>
          <w:rFonts w:asciiTheme="minorHAnsi" w:hAnsiTheme="minorHAnsi" w:cstheme="minorHAnsi"/>
        </w:rPr>
      </w:pPr>
    </w:p>
    <w:p w14:paraId="3679BD81" w14:textId="2E371BFC" w:rsidR="0007717C" w:rsidRPr="00D46432" w:rsidRDefault="0007717C" w:rsidP="0007717C">
      <w:pPr>
        <w:tabs>
          <w:tab w:val="left" w:pos="5344"/>
        </w:tabs>
        <w:spacing w:line="240" w:lineRule="auto"/>
        <w:contextualSpacing/>
        <w:jc w:val="both"/>
        <w:rPr>
          <w:rFonts w:asciiTheme="minorHAnsi" w:eastAsia="Calibri" w:hAnsiTheme="minorHAnsi" w:cstheme="minorHAnsi"/>
          <w:i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____________________________</w:t>
      </w:r>
      <w:r w:rsidRPr="00D46432">
        <w:rPr>
          <w:rFonts w:asciiTheme="minorHAnsi" w:eastAsia="Calibri" w:hAnsiTheme="minorHAnsi" w:cstheme="minorHAnsi"/>
          <w:sz w:val="22"/>
          <w:szCs w:val="22"/>
        </w:rPr>
        <w:tab/>
      </w:r>
      <w:r>
        <w:rPr>
          <w:rFonts w:asciiTheme="minorHAnsi" w:eastAsia="Calibri" w:hAnsiTheme="minorHAnsi" w:cstheme="minorHAnsi"/>
          <w:sz w:val="22"/>
          <w:szCs w:val="22"/>
        </w:rPr>
        <w:t xml:space="preserve">     _______________________________</w:t>
      </w:r>
    </w:p>
    <w:p w14:paraId="4877279F" w14:textId="19F1396C" w:rsidR="0007717C" w:rsidRPr="0007717C" w:rsidRDefault="0007717C" w:rsidP="0007717C">
      <w:pPr>
        <w:tabs>
          <w:tab w:val="left" w:pos="5344"/>
        </w:tabs>
        <w:spacing w:line="240" w:lineRule="auto"/>
        <w:ind w:left="5616" w:hanging="5616"/>
        <w:contextualSpacing/>
        <w:jc w:val="both"/>
        <w:rPr>
          <w:rFonts w:asciiTheme="minorHAnsi" w:eastAsia="Calibri" w:hAnsiTheme="minorHAnsi" w:cstheme="minorHAnsi"/>
          <w:i/>
          <w:sz w:val="20"/>
          <w:szCs w:val="20"/>
        </w:rPr>
      </w:pPr>
      <w:r>
        <w:rPr>
          <w:rFonts w:asciiTheme="minorHAnsi" w:eastAsia="Calibri" w:hAnsiTheme="minorHAnsi" w:cstheme="minorHAnsi"/>
          <w:i/>
          <w:sz w:val="20"/>
          <w:szCs w:val="20"/>
        </w:rPr>
        <w:t xml:space="preserve">                    </w:t>
      </w:r>
      <w:r w:rsidRPr="00D46432">
        <w:rPr>
          <w:rFonts w:asciiTheme="minorHAnsi" w:eastAsia="Calibri" w:hAnsiTheme="minorHAnsi" w:cstheme="minorHAnsi"/>
          <w:i/>
          <w:sz w:val="20"/>
          <w:szCs w:val="20"/>
        </w:rPr>
        <w:t>(miejscowość i data)</w:t>
      </w:r>
      <w:r>
        <w:rPr>
          <w:rFonts w:asciiTheme="minorHAnsi" w:eastAsia="Calibri" w:hAnsiTheme="minorHAnsi" w:cstheme="minorHAnsi"/>
          <w:i/>
          <w:sz w:val="20"/>
          <w:szCs w:val="20"/>
        </w:rPr>
        <w:t xml:space="preserve">  </w:t>
      </w:r>
      <w:r>
        <w:rPr>
          <w:rFonts w:asciiTheme="minorHAnsi" w:eastAsia="Calibri" w:hAnsiTheme="minorHAnsi" w:cstheme="minorHAnsi"/>
          <w:i/>
          <w:sz w:val="20"/>
          <w:szCs w:val="20"/>
        </w:rPr>
        <w:tab/>
        <w:t xml:space="preserve">      </w:t>
      </w:r>
      <w:r w:rsidRPr="00D46432">
        <w:rPr>
          <w:rFonts w:asciiTheme="minorHAnsi" w:eastAsia="Calibri" w:hAnsiTheme="minorHAnsi" w:cstheme="minorHAnsi"/>
          <w:i/>
          <w:sz w:val="20"/>
          <w:szCs w:val="20"/>
        </w:rPr>
        <w:t>(</w:t>
      </w:r>
      <w:r>
        <w:rPr>
          <w:rFonts w:asciiTheme="minorHAnsi" w:eastAsia="Calibri" w:hAnsiTheme="minorHAnsi" w:cstheme="minorHAnsi"/>
          <w:i/>
          <w:sz w:val="20"/>
          <w:szCs w:val="20"/>
        </w:rPr>
        <w:t xml:space="preserve">czytelny </w:t>
      </w:r>
      <w:r w:rsidRPr="00D46432">
        <w:rPr>
          <w:rFonts w:asciiTheme="minorHAnsi" w:eastAsia="Calibri" w:hAnsiTheme="minorHAnsi" w:cstheme="minorHAnsi"/>
          <w:i/>
          <w:sz w:val="20"/>
          <w:szCs w:val="20"/>
        </w:rPr>
        <w:t>podpis i pieczęć Wykonawcy</w:t>
      </w:r>
      <w:r>
        <w:rPr>
          <w:rFonts w:asciiTheme="minorHAnsi" w:eastAsia="Calibri" w:hAnsiTheme="minorHAnsi" w:cstheme="minorHAnsi"/>
          <w:i/>
          <w:sz w:val="20"/>
          <w:szCs w:val="20"/>
        </w:rPr>
        <w:t xml:space="preserve"> </w:t>
      </w:r>
      <w:r w:rsidRPr="00D46432">
        <w:rPr>
          <w:rFonts w:asciiTheme="minorHAnsi" w:eastAsia="Calibri" w:hAnsiTheme="minorHAnsi" w:cstheme="minorHAnsi"/>
          <w:i/>
          <w:sz w:val="20"/>
          <w:szCs w:val="20"/>
        </w:rPr>
        <w:t>lub jego</w:t>
      </w:r>
      <w:r>
        <w:rPr>
          <w:rFonts w:asciiTheme="minorHAnsi" w:eastAsia="Calibri" w:hAnsiTheme="minorHAnsi" w:cstheme="minorHAnsi"/>
          <w:i/>
          <w:sz w:val="20"/>
          <w:szCs w:val="20"/>
        </w:rPr>
        <w:t xml:space="preserve"> </w:t>
      </w:r>
      <w:r w:rsidRPr="00D46432">
        <w:rPr>
          <w:rFonts w:asciiTheme="minorHAnsi" w:eastAsia="Calibri" w:hAnsiTheme="minorHAnsi" w:cstheme="minorHAnsi"/>
          <w:i/>
          <w:sz w:val="20"/>
          <w:szCs w:val="20"/>
        </w:rPr>
        <w:t>upoważnionego przedstawiciela)</w:t>
      </w:r>
    </w:p>
    <w:p w14:paraId="1192920D" w14:textId="77777777" w:rsidR="00033EEC" w:rsidRDefault="00033EEC" w:rsidP="005A1C40">
      <w:pPr>
        <w:tabs>
          <w:tab w:val="left" w:pos="888"/>
          <w:tab w:val="left" w:pos="5211"/>
        </w:tabs>
        <w:ind w:left="113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0D2B57B8" w14:textId="77777777" w:rsidR="00033EEC" w:rsidRDefault="00033EEC" w:rsidP="005A1C40">
      <w:pPr>
        <w:tabs>
          <w:tab w:val="left" w:pos="888"/>
          <w:tab w:val="left" w:pos="5211"/>
        </w:tabs>
        <w:ind w:left="113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14BD9953" w14:textId="52D0DFAC" w:rsidR="005A1C40" w:rsidRPr="00E639CB" w:rsidRDefault="005A1C40" w:rsidP="005A1C40">
      <w:pPr>
        <w:tabs>
          <w:tab w:val="left" w:pos="888"/>
          <w:tab w:val="left" w:pos="5211"/>
        </w:tabs>
        <w:ind w:left="113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E639CB">
        <w:rPr>
          <w:rFonts w:asciiTheme="minorHAnsi" w:hAnsiTheme="minorHAnsi" w:cstheme="minorHAnsi"/>
          <w:b/>
          <w:bCs/>
          <w:i/>
          <w:iCs/>
          <w:sz w:val="18"/>
          <w:szCs w:val="18"/>
        </w:rPr>
        <w:t>*NIEWŁAŚCIWE SKRESLIĆ</w:t>
      </w:r>
    </w:p>
    <w:p w14:paraId="48AFCCEF" w14:textId="695D742A" w:rsidR="005A1C40" w:rsidRPr="00E639CB" w:rsidRDefault="005A1C40" w:rsidP="005A1C40">
      <w:pPr>
        <w:tabs>
          <w:tab w:val="left" w:pos="888"/>
          <w:tab w:val="left" w:pos="5211"/>
        </w:tabs>
        <w:ind w:left="113"/>
        <w:jc w:val="both"/>
        <w:rPr>
          <w:rFonts w:asciiTheme="minorHAnsi" w:hAnsiTheme="minorHAnsi" w:cstheme="minorHAnsi"/>
          <w:sz w:val="18"/>
          <w:szCs w:val="18"/>
        </w:rPr>
      </w:pPr>
      <w:r w:rsidRPr="00E639CB">
        <w:rPr>
          <w:rFonts w:asciiTheme="minorHAnsi" w:hAnsiTheme="minorHAnsi" w:cstheme="minorHAnsi"/>
          <w:sz w:val="18"/>
          <w:szCs w:val="18"/>
        </w:rPr>
        <w:t>Wyżej wymienione wymagania Zamawiającego określone w kol. 2 stanowią minimalny poziom parametrów techniczno-eksploatacyjnych i wyposażenia, za wyjątkiem podanych parametrów granicznych.</w:t>
      </w:r>
      <w:r w:rsidR="006302FF">
        <w:rPr>
          <w:rFonts w:asciiTheme="minorHAnsi" w:hAnsiTheme="minorHAnsi" w:cstheme="minorHAnsi"/>
          <w:sz w:val="18"/>
          <w:szCs w:val="18"/>
        </w:rPr>
        <w:t xml:space="preserve"> Brak spełnienia parametrów minimalnych potraktowany będzie jako zaoferowanie przedmiotu niezgodnego z warunkami zamówienia a oferta podlegać będzie </w:t>
      </w:r>
      <w:r w:rsidR="009D6974">
        <w:rPr>
          <w:rFonts w:asciiTheme="minorHAnsi" w:hAnsiTheme="minorHAnsi" w:cstheme="minorHAnsi"/>
          <w:sz w:val="18"/>
          <w:szCs w:val="18"/>
        </w:rPr>
        <w:t>odrzuceniu.</w:t>
      </w:r>
    </w:p>
    <w:p w14:paraId="37D5C709" w14:textId="77777777" w:rsidR="005D7996" w:rsidRPr="00E639CB" w:rsidRDefault="005D7996" w:rsidP="005A1C40">
      <w:pPr>
        <w:tabs>
          <w:tab w:val="left" w:pos="888"/>
          <w:tab w:val="left" w:pos="5211"/>
        </w:tabs>
        <w:ind w:left="113"/>
        <w:rPr>
          <w:rFonts w:asciiTheme="minorHAnsi" w:hAnsiTheme="minorHAnsi" w:cstheme="minorHAnsi"/>
          <w:b/>
          <w:bCs/>
          <w:i/>
          <w:iCs/>
          <w:color w:val="FF0000"/>
          <w:sz w:val="18"/>
          <w:szCs w:val="18"/>
        </w:rPr>
      </w:pPr>
    </w:p>
    <w:p w14:paraId="1B55C71E" w14:textId="38AF4ACF" w:rsidR="005A1C40" w:rsidRPr="00E639CB" w:rsidRDefault="005A1C40" w:rsidP="005A1C40">
      <w:pPr>
        <w:tabs>
          <w:tab w:val="left" w:pos="888"/>
          <w:tab w:val="left" w:pos="5211"/>
        </w:tabs>
        <w:ind w:left="113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E639CB">
        <w:rPr>
          <w:rFonts w:asciiTheme="minorHAnsi" w:hAnsiTheme="minorHAnsi" w:cstheme="minorHAnsi"/>
          <w:b/>
          <w:bCs/>
          <w:i/>
          <w:iCs/>
          <w:sz w:val="18"/>
          <w:szCs w:val="18"/>
        </w:rPr>
        <w:t>Uwaga !!!</w:t>
      </w:r>
    </w:p>
    <w:p w14:paraId="2BF6CE23" w14:textId="075FA6DA" w:rsidR="005A1C40" w:rsidRPr="00E639CB" w:rsidRDefault="005A1C40" w:rsidP="00E639CB">
      <w:pPr>
        <w:tabs>
          <w:tab w:val="left" w:pos="888"/>
          <w:tab w:val="left" w:pos="5211"/>
        </w:tabs>
        <w:ind w:left="113"/>
        <w:jc w:val="both"/>
        <w:rPr>
          <w:rFonts w:asciiTheme="minorHAnsi" w:hAnsiTheme="minorHAnsi" w:cstheme="minorHAnsi"/>
          <w:sz w:val="18"/>
          <w:szCs w:val="18"/>
        </w:rPr>
      </w:pPr>
      <w:r w:rsidRPr="00E639CB">
        <w:rPr>
          <w:rFonts w:asciiTheme="minorHAnsi" w:hAnsiTheme="minorHAnsi" w:cstheme="minorHAnsi"/>
          <w:sz w:val="18"/>
          <w:szCs w:val="18"/>
        </w:rPr>
        <w:lastRenderedPageBreak/>
        <w:t xml:space="preserve">W kol. 3 pn. „Dane lub parametry zaoferowanego samochodu przez Wykonawcę” </w:t>
      </w:r>
      <w:r w:rsidRPr="00E639CB">
        <w:rPr>
          <w:rFonts w:asciiTheme="minorHAnsi" w:hAnsiTheme="minorHAnsi" w:cstheme="minorHAnsi"/>
          <w:sz w:val="18"/>
          <w:szCs w:val="18"/>
          <w:u w:val="single"/>
        </w:rPr>
        <w:t xml:space="preserve">miejsca wykropkowane wypełnia Wykonawca </w:t>
      </w:r>
      <w:r w:rsidRPr="00E639CB">
        <w:rPr>
          <w:rFonts w:asciiTheme="minorHAnsi" w:hAnsiTheme="minorHAnsi" w:cstheme="minorHAnsi"/>
          <w:sz w:val="18"/>
          <w:szCs w:val="18"/>
        </w:rPr>
        <w:t>wpisując szczegółowe dane lub parametry oferowanego samochodu osobowego spełniając minimalne wymagania Zamawiającego dotyczące parametrów techniczno-eksploatacyjnych i wyposażenia samochodów.</w:t>
      </w:r>
      <w:r w:rsidRPr="00E639CB">
        <w:rPr>
          <w:rFonts w:asciiTheme="minorHAnsi" w:hAnsiTheme="minorHAnsi" w:cstheme="minorHAnsi"/>
          <w:sz w:val="18"/>
          <w:szCs w:val="18"/>
        </w:rPr>
        <w:tab/>
      </w:r>
    </w:p>
    <w:sectPr w:rsidR="005A1C40" w:rsidRPr="00E639CB" w:rsidSect="0007717C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1440" w:bottom="1440" w:left="1440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90958C" w14:textId="77777777" w:rsidR="00ED5EB9" w:rsidRDefault="00ED5EB9">
      <w:r>
        <w:separator/>
      </w:r>
    </w:p>
  </w:endnote>
  <w:endnote w:type="continuationSeparator" w:id="0">
    <w:p w14:paraId="15FD58EA" w14:textId="77777777" w:rsidR="00ED5EB9" w:rsidRDefault="00ED5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C3BF95" w14:textId="77777777" w:rsidR="007B2500" w:rsidRPr="00124D4A" w:rsidRDefault="007B2500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B650AB" w14:textId="77777777" w:rsidR="007B2500" w:rsidRDefault="000A3836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56C877F4" wp14:editId="63AEAACC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2A77A46D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F4176DA" w14:textId="77777777" w:rsidR="0039481F" w:rsidRDefault="0039481F" w:rsidP="0039481F">
    <w:pPr>
      <w:pStyle w:val="Stopka"/>
      <w:ind w:left="-709" w:firstLine="141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25B808" w14:textId="77777777" w:rsidR="00ED5EB9" w:rsidRDefault="00ED5EB9">
      <w:r>
        <w:separator/>
      </w:r>
    </w:p>
  </w:footnote>
  <w:footnote w:type="continuationSeparator" w:id="0">
    <w:p w14:paraId="7310FE97" w14:textId="77777777" w:rsidR="00ED5EB9" w:rsidRDefault="00ED5E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CE09BE" w14:textId="77777777" w:rsidR="009A4ACC" w:rsidRDefault="009A4ACC" w:rsidP="00A2686F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EF6CC3" w14:textId="6E925CF6" w:rsidR="000174EA" w:rsidRPr="00204D47" w:rsidRDefault="00204D47" w:rsidP="00204D47">
    <w:pPr>
      <w:pStyle w:val="Nagwek"/>
    </w:pPr>
    <w:r w:rsidRPr="000D08E3">
      <w:rPr>
        <w:noProof/>
      </w:rPr>
      <w:drawing>
        <wp:inline distT="0" distB="0" distL="0" distR="0" wp14:anchorId="000536C4" wp14:editId="582522E9">
          <wp:extent cx="5731510" cy="729074"/>
          <wp:effectExtent l="0" t="0" r="2540" b="0"/>
          <wp:docPr id="302972308" name="Obraz 1" descr="Obraz zawierający tekst, Czcionka, biały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5625300" name="Obraz 1" descr="Obraz zawierający tekst, Czcionka, biały, zrzut ekranu&#10;&#10;Zawartość wygenerowana przez AI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1510" cy="7290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bCs/>
        <w:color w:val="000000"/>
        <w:kern w:val="2"/>
        <w:sz w:val="24"/>
        <w:szCs w:val="24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5EA1E3C"/>
    <w:multiLevelType w:val="multilevel"/>
    <w:tmpl w:val="20001FF8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9AC4616"/>
    <w:multiLevelType w:val="multilevel"/>
    <w:tmpl w:val="D4322F48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1232BAE"/>
    <w:multiLevelType w:val="multilevel"/>
    <w:tmpl w:val="424487E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970726"/>
    <w:multiLevelType w:val="hybridMultilevel"/>
    <w:tmpl w:val="ECCAC34A"/>
    <w:lvl w:ilvl="0" w:tplc="0472E6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6259D0"/>
    <w:multiLevelType w:val="multilevel"/>
    <w:tmpl w:val="88C221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3D534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9166C95"/>
    <w:multiLevelType w:val="multilevel"/>
    <w:tmpl w:val="DC8C80F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91A1442"/>
    <w:multiLevelType w:val="multilevel"/>
    <w:tmpl w:val="95C4F9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3F49EB"/>
    <w:multiLevelType w:val="multilevel"/>
    <w:tmpl w:val="F550C82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ED619C"/>
    <w:multiLevelType w:val="multilevel"/>
    <w:tmpl w:val="C4C09D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DF226E9"/>
    <w:multiLevelType w:val="multilevel"/>
    <w:tmpl w:val="DF4015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A03BE0"/>
    <w:multiLevelType w:val="multilevel"/>
    <w:tmpl w:val="8DAEE98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1E1081"/>
    <w:multiLevelType w:val="hybridMultilevel"/>
    <w:tmpl w:val="D7C8BCE2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7D0911"/>
    <w:multiLevelType w:val="multilevel"/>
    <w:tmpl w:val="298E8C5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350243"/>
    <w:multiLevelType w:val="multilevel"/>
    <w:tmpl w:val="EC1EF2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686D00"/>
    <w:multiLevelType w:val="multilevel"/>
    <w:tmpl w:val="B032112C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8629FC"/>
    <w:multiLevelType w:val="multilevel"/>
    <w:tmpl w:val="A89E69F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2D141C"/>
    <w:multiLevelType w:val="multilevel"/>
    <w:tmpl w:val="3BF6BC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F758B6"/>
    <w:multiLevelType w:val="multilevel"/>
    <w:tmpl w:val="2E942BD6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1" w15:restartNumberingAfterBreak="0">
    <w:nsid w:val="55590DEC"/>
    <w:multiLevelType w:val="multilevel"/>
    <w:tmpl w:val="6EE845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AC6CF9"/>
    <w:multiLevelType w:val="multilevel"/>
    <w:tmpl w:val="92A89C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5004C1"/>
    <w:multiLevelType w:val="multilevel"/>
    <w:tmpl w:val="3604AA0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104B74"/>
    <w:multiLevelType w:val="multilevel"/>
    <w:tmpl w:val="B28C27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B2182B"/>
    <w:multiLevelType w:val="multilevel"/>
    <w:tmpl w:val="A8D8F5B6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6B7B1373"/>
    <w:multiLevelType w:val="multilevel"/>
    <w:tmpl w:val="B3D09F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9F4D7A"/>
    <w:multiLevelType w:val="multilevel"/>
    <w:tmpl w:val="30A821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772884"/>
    <w:multiLevelType w:val="multilevel"/>
    <w:tmpl w:val="09FED59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FCC3B2F"/>
    <w:multiLevelType w:val="hybridMultilevel"/>
    <w:tmpl w:val="81340E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A01959"/>
    <w:multiLevelType w:val="multilevel"/>
    <w:tmpl w:val="5BECDE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023E4C"/>
    <w:multiLevelType w:val="hybridMultilevel"/>
    <w:tmpl w:val="5C407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A35C0A"/>
    <w:multiLevelType w:val="multilevel"/>
    <w:tmpl w:val="428E9EAC"/>
    <w:numStyleLink w:val="Lista1"/>
  </w:abstractNum>
  <w:num w:numId="1">
    <w:abstractNumId w:val="26"/>
  </w:num>
  <w:num w:numId="2">
    <w:abstractNumId w:val="33"/>
  </w:num>
  <w:num w:numId="3">
    <w:abstractNumId w:val="20"/>
  </w:num>
  <w:num w:numId="4">
    <w:abstractNumId w:val="3"/>
  </w:num>
  <w:num w:numId="5">
    <w:abstractNumId w:val="4"/>
  </w:num>
  <w:num w:numId="6">
    <w:abstractNumId w:val="15"/>
  </w:num>
  <w:num w:numId="7">
    <w:abstractNumId w:val="23"/>
  </w:num>
  <w:num w:numId="8">
    <w:abstractNumId w:val="24"/>
  </w:num>
  <w:num w:numId="9">
    <w:abstractNumId w:val="7"/>
  </w:num>
  <w:num w:numId="10">
    <w:abstractNumId w:val="9"/>
  </w:num>
  <w:num w:numId="11">
    <w:abstractNumId w:val="2"/>
  </w:num>
  <w:num w:numId="12">
    <w:abstractNumId w:val="28"/>
  </w:num>
  <w:num w:numId="13">
    <w:abstractNumId w:val="21"/>
  </w:num>
  <w:num w:numId="14">
    <w:abstractNumId w:val="12"/>
  </w:num>
  <w:num w:numId="15">
    <w:abstractNumId w:val="10"/>
  </w:num>
  <w:num w:numId="16">
    <w:abstractNumId w:val="11"/>
  </w:num>
  <w:num w:numId="17">
    <w:abstractNumId w:val="16"/>
  </w:num>
  <w:num w:numId="18">
    <w:abstractNumId w:val="22"/>
  </w:num>
  <w:num w:numId="19">
    <w:abstractNumId w:val="6"/>
  </w:num>
  <w:num w:numId="20">
    <w:abstractNumId w:val="18"/>
  </w:num>
  <w:num w:numId="21">
    <w:abstractNumId w:val="8"/>
  </w:num>
  <w:num w:numId="22">
    <w:abstractNumId w:val="27"/>
  </w:num>
  <w:num w:numId="23">
    <w:abstractNumId w:val="31"/>
  </w:num>
  <w:num w:numId="24">
    <w:abstractNumId w:val="19"/>
  </w:num>
  <w:num w:numId="25">
    <w:abstractNumId w:val="14"/>
  </w:num>
  <w:num w:numId="26">
    <w:abstractNumId w:val="25"/>
  </w:num>
  <w:num w:numId="27">
    <w:abstractNumId w:val="29"/>
  </w:num>
  <w:num w:numId="28">
    <w:abstractNumId w:val="13"/>
  </w:num>
  <w:num w:numId="29">
    <w:abstractNumId w:val="17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5"/>
  </w:num>
  <w:num w:numId="33">
    <w:abstractNumId w:val="30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3D79367-CCEA-4F4F-89DC-1B47D524BFFD}"/>
  </w:docVars>
  <w:rsids>
    <w:rsidRoot w:val="001A02A1"/>
    <w:rsid w:val="00000A0D"/>
    <w:rsid w:val="000100F6"/>
    <w:rsid w:val="0001435E"/>
    <w:rsid w:val="00016AEC"/>
    <w:rsid w:val="000174EA"/>
    <w:rsid w:val="00020416"/>
    <w:rsid w:val="00033EEC"/>
    <w:rsid w:val="00034C8A"/>
    <w:rsid w:val="000364DF"/>
    <w:rsid w:val="000366AB"/>
    <w:rsid w:val="00053E5F"/>
    <w:rsid w:val="00061F20"/>
    <w:rsid w:val="00063D59"/>
    <w:rsid w:val="00064721"/>
    <w:rsid w:val="0007717C"/>
    <w:rsid w:val="000775F3"/>
    <w:rsid w:val="00080D83"/>
    <w:rsid w:val="000810CC"/>
    <w:rsid w:val="000822D7"/>
    <w:rsid w:val="00085AE8"/>
    <w:rsid w:val="00087BCA"/>
    <w:rsid w:val="00092ADE"/>
    <w:rsid w:val="000A2EB1"/>
    <w:rsid w:val="000A3836"/>
    <w:rsid w:val="000A64FB"/>
    <w:rsid w:val="000B0D8A"/>
    <w:rsid w:val="000B48DC"/>
    <w:rsid w:val="000C7377"/>
    <w:rsid w:val="000D283E"/>
    <w:rsid w:val="000D52C1"/>
    <w:rsid w:val="000D5AFB"/>
    <w:rsid w:val="000D6B18"/>
    <w:rsid w:val="000E6AFD"/>
    <w:rsid w:val="000F06D0"/>
    <w:rsid w:val="000F07DA"/>
    <w:rsid w:val="000F1682"/>
    <w:rsid w:val="000F4A3E"/>
    <w:rsid w:val="00120BC8"/>
    <w:rsid w:val="00124D4A"/>
    <w:rsid w:val="00125727"/>
    <w:rsid w:val="00126A4A"/>
    <w:rsid w:val="001304E7"/>
    <w:rsid w:val="00130B23"/>
    <w:rsid w:val="00151445"/>
    <w:rsid w:val="001520FF"/>
    <w:rsid w:val="001551C4"/>
    <w:rsid w:val="00156F6B"/>
    <w:rsid w:val="00163DDC"/>
    <w:rsid w:val="00181733"/>
    <w:rsid w:val="001843F7"/>
    <w:rsid w:val="00186888"/>
    <w:rsid w:val="001958EF"/>
    <w:rsid w:val="001A02A1"/>
    <w:rsid w:val="001A081C"/>
    <w:rsid w:val="001A0D81"/>
    <w:rsid w:val="001A3D33"/>
    <w:rsid w:val="001A7197"/>
    <w:rsid w:val="001B210F"/>
    <w:rsid w:val="001B53D9"/>
    <w:rsid w:val="001D059A"/>
    <w:rsid w:val="001E1BE9"/>
    <w:rsid w:val="001E290E"/>
    <w:rsid w:val="001F3858"/>
    <w:rsid w:val="0020187E"/>
    <w:rsid w:val="00204D47"/>
    <w:rsid w:val="00210CB7"/>
    <w:rsid w:val="00212E8A"/>
    <w:rsid w:val="00231931"/>
    <w:rsid w:val="002335E8"/>
    <w:rsid w:val="00235452"/>
    <w:rsid w:val="00236C82"/>
    <w:rsid w:val="00241052"/>
    <w:rsid w:val="00241C1F"/>
    <w:rsid w:val="002425AE"/>
    <w:rsid w:val="002529E4"/>
    <w:rsid w:val="00264F99"/>
    <w:rsid w:val="00267BAE"/>
    <w:rsid w:val="00290701"/>
    <w:rsid w:val="002C62C9"/>
    <w:rsid w:val="002C6347"/>
    <w:rsid w:val="002D2212"/>
    <w:rsid w:val="002D2A1D"/>
    <w:rsid w:val="002F439F"/>
    <w:rsid w:val="002F49CD"/>
    <w:rsid w:val="00300A39"/>
    <w:rsid w:val="00311E74"/>
    <w:rsid w:val="00315901"/>
    <w:rsid w:val="00316CFD"/>
    <w:rsid w:val="00320AAC"/>
    <w:rsid w:val="00323A43"/>
    <w:rsid w:val="00325198"/>
    <w:rsid w:val="00331530"/>
    <w:rsid w:val="0034675F"/>
    <w:rsid w:val="003526F5"/>
    <w:rsid w:val="0035482A"/>
    <w:rsid w:val="00360B24"/>
    <w:rsid w:val="0036132B"/>
    <w:rsid w:val="003619F2"/>
    <w:rsid w:val="00365820"/>
    <w:rsid w:val="0037042D"/>
    <w:rsid w:val="00375298"/>
    <w:rsid w:val="00387121"/>
    <w:rsid w:val="0039360F"/>
    <w:rsid w:val="0039481F"/>
    <w:rsid w:val="00396730"/>
    <w:rsid w:val="0039693E"/>
    <w:rsid w:val="0039766C"/>
    <w:rsid w:val="003A7A79"/>
    <w:rsid w:val="003C0D2D"/>
    <w:rsid w:val="003C2F23"/>
    <w:rsid w:val="003C554F"/>
    <w:rsid w:val="003C6ACF"/>
    <w:rsid w:val="003F1BC5"/>
    <w:rsid w:val="003F57A7"/>
    <w:rsid w:val="0040149C"/>
    <w:rsid w:val="00401C5A"/>
    <w:rsid w:val="00404605"/>
    <w:rsid w:val="00414478"/>
    <w:rsid w:val="00426777"/>
    <w:rsid w:val="004335FB"/>
    <w:rsid w:val="00435B3B"/>
    <w:rsid w:val="00435C2F"/>
    <w:rsid w:val="00435FAA"/>
    <w:rsid w:val="00436520"/>
    <w:rsid w:val="00440CB7"/>
    <w:rsid w:val="004430F4"/>
    <w:rsid w:val="00452860"/>
    <w:rsid w:val="00457FB4"/>
    <w:rsid w:val="00464281"/>
    <w:rsid w:val="00467DDA"/>
    <w:rsid w:val="004773DF"/>
    <w:rsid w:val="004774D5"/>
    <w:rsid w:val="004836DD"/>
    <w:rsid w:val="0048548B"/>
    <w:rsid w:val="00492BD3"/>
    <w:rsid w:val="004A55AF"/>
    <w:rsid w:val="004A5698"/>
    <w:rsid w:val="004B38AD"/>
    <w:rsid w:val="004B70BD"/>
    <w:rsid w:val="004C303B"/>
    <w:rsid w:val="004D6890"/>
    <w:rsid w:val="004D7FD5"/>
    <w:rsid w:val="004E1AD9"/>
    <w:rsid w:val="004F4A75"/>
    <w:rsid w:val="004F6603"/>
    <w:rsid w:val="004F7F4C"/>
    <w:rsid w:val="00500355"/>
    <w:rsid w:val="00502074"/>
    <w:rsid w:val="005053C2"/>
    <w:rsid w:val="00515855"/>
    <w:rsid w:val="00517887"/>
    <w:rsid w:val="0052111D"/>
    <w:rsid w:val="005266B7"/>
    <w:rsid w:val="0053486E"/>
    <w:rsid w:val="00541C62"/>
    <w:rsid w:val="00554970"/>
    <w:rsid w:val="00556C16"/>
    <w:rsid w:val="0055750B"/>
    <w:rsid w:val="00557A9E"/>
    <w:rsid w:val="0056517C"/>
    <w:rsid w:val="0057398E"/>
    <w:rsid w:val="005760A9"/>
    <w:rsid w:val="0058145D"/>
    <w:rsid w:val="00587D71"/>
    <w:rsid w:val="00591499"/>
    <w:rsid w:val="005917BB"/>
    <w:rsid w:val="00594464"/>
    <w:rsid w:val="005A0EAE"/>
    <w:rsid w:val="005A1C40"/>
    <w:rsid w:val="005A49A8"/>
    <w:rsid w:val="005A50C9"/>
    <w:rsid w:val="005C75A0"/>
    <w:rsid w:val="005D238D"/>
    <w:rsid w:val="005D4A33"/>
    <w:rsid w:val="005D7996"/>
    <w:rsid w:val="005E1C62"/>
    <w:rsid w:val="005E2300"/>
    <w:rsid w:val="005E4746"/>
    <w:rsid w:val="005E4DE4"/>
    <w:rsid w:val="005E5F21"/>
    <w:rsid w:val="00600721"/>
    <w:rsid w:val="00603594"/>
    <w:rsid w:val="0060382F"/>
    <w:rsid w:val="00603B3B"/>
    <w:rsid w:val="00606428"/>
    <w:rsid w:val="006137A2"/>
    <w:rsid w:val="0061767F"/>
    <w:rsid w:val="00617DE6"/>
    <w:rsid w:val="00622781"/>
    <w:rsid w:val="00623386"/>
    <w:rsid w:val="006302FF"/>
    <w:rsid w:val="006316D2"/>
    <w:rsid w:val="006339F9"/>
    <w:rsid w:val="00640BFF"/>
    <w:rsid w:val="0064101C"/>
    <w:rsid w:val="00652E90"/>
    <w:rsid w:val="00656982"/>
    <w:rsid w:val="0066032A"/>
    <w:rsid w:val="00661943"/>
    <w:rsid w:val="00665A91"/>
    <w:rsid w:val="00667980"/>
    <w:rsid w:val="0067382A"/>
    <w:rsid w:val="00681178"/>
    <w:rsid w:val="0069621B"/>
    <w:rsid w:val="006B1DBA"/>
    <w:rsid w:val="006B4267"/>
    <w:rsid w:val="006C11C2"/>
    <w:rsid w:val="006C31FE"/>
    <w:rsid w:val="006D041F"/>
    <w:rsid w:val="006D0CA2"/>
    <w:rsid w:val="006D4D7B"/>
    <w:rsid w:val="006F0C63"/>
    <w:rsid w:val="006F17C6"/>
    <w:rsid w:val="006F209E"/>
    <w:rsid w:val="00705697"/>
    <w:rsid w:val="00706636"/>
    <w:rsid w:val="00721FFC"/>
    <w:rsid w:val="00723EA8"/>
    <w:rsid w:val="00724E87"/>
    <w:rsid w:val="00727F94"/>
    <w:rsid w:val="007320BF"/>
    <w:rsid w:val="007337EB"/>
    <w:rsid w:val="007357CB"/>
    <w:rsid w:val="007378D6"/>
    <w:rsid w:val="0074393C"/>
    <w:rsid w:val="00743B38"/>
    <w:rsid w:val="00745D18"/>
    <w:rsid w:val="00745F3D"/>
    <w:rsid w:val="0075605B"/>
    <w:rsid w:val="00763B87"/>
    <w:rsid w:val="00766E0C"/>
    <w:rsid w:val="00776530"/>
    <w:rsid w:val="00791E8E"/>
    <w:rsid w:val="007A0109"/>
    <w:rsid w:val="007A3A04"/>
    <w:rsid w:val="007A3FC6"/>
    <w:rsid w:val="007A5CCE"/>
    <w:rsid w:val="007B228D"/>
    <w:rsid w:val="007B2500"/>
    <w:rsid w:val="007B339B"/>
    <w:rsid w:val="007B4B68"/>
    <w:rsid w:val="007B5688"/>
    <w:rsid w:val="007C260E"/>
    <w:rsid w:val="007C287F"/>
    <w:rsid w:val="007D61D6"/>
    <w:rsid w:val="007E1B19"/>
    <w:rsid w:val="007E1D43"/>
    <w:rsid w:val="007E5989"/>
    <w:rsid w:val="007F3623"/>
    <w:rsid w:val="007F6FE6"/>
    <w:rsid w:val="0080607C"/>
    <w:rsid w:val="00812257"/>
    <w:rsid w:val="00825980"/>
    <w:rsid w:val="00827311"/>
    <w:rsid w:val="00833F08"/>
    <w:rsid w:val="00834BB4"/>
    <w:rsid w:val="00835169"/>
    <w:rsid w:val="00835187"/>
    <w:rsid w:val="00836ADE"/>
    <w:rsid w:val="0084796B"/>
    <w:rsid w:val="008577A0"/>
    <w:rsid w:val="008701AE"/>
    <w:rsid w:val="00873501"/>
    <w:rsid w:val="00876326"/>
    <w:rsid w:val="008809F9"/>
    <w:rsid w:val="00887C8B"/>
    <w:rsid w:val="00891A6A"/>
    <w:rsid w:val="008945D9"/>
    <w:rsid w:val="008A17C8"/>
    <w:rsid w:val="008A2A84"/>
    <w:rsid w:val="008A3506"/>
    <w:rsid w:val="008A4017"/>
    <w:rsid w:val="008B4D57"/>
    <w:rsid w:val="008C52E2"/>
    <w:rsid w:val="008D15DC"/>
    <w:rsid w:val="008D1FBA"/>
    <w:rsid w:val="008D532B"/>
    <w:rsid w:val="008F2243"/>
    <w:rsid w:val="00904073"/>
    <w:rsid w:val="0090669D"/>
    <w:rsid w:val="00906777"/>
    <w:rsid w:val="00910C32"/>
    <w:rsid w:val="009146FE"/>
    <w:rsid w:val="00940808"/>
    <w:rsid w:val="009415CA"/>
    <w:rsid w:val="00944A0C"/>
    <w:rsid w:val="00956679"/>
    <w:rsid w:val="00960D9C"/>
    <w:rsid w:val="0096258B"/>
    <w:rsid w:val="009667E6"/>
    <w:rsid w:val="009706FB"/>
    <w:rsid w:val="009726FB"/>
    <w:rsid w:val="009821EB"/>
    <w:rsid w:val="0098518E"/>
    <w:rsid w:val="00987C74"/>
    <w:rsid w:val="00987FF7"/>
    <w:rsid w:val="009A4ACC"/>
    <w:rsid w:val="009B0541"/>
    <w:rsid w:val="009B1CE9"/>
    <w:rsid w:val="009B5808"/>
    <w:rsid w:val="009B76B3"/>
    <w:rsid w:val="009C39BC"/>
    <w:rsid w:val="009D0D10"/>
    <w:rsid w:val="009D4167"/>
    <w:rsid w:val="009D6974"/>
    <w:rsid w:val="009D71C1"/>
    <w:rsid w:val="009E12C1"/>
    <w:rsid w:val="009E372C"/>
    <w:rsid w:val="009E56D6"/>
    <w:rsid w:val="009E6249"/>
    <w:rsid w:val="009E7E60"/>
    <w:rsid w:val="009F2CF0"/>
    <w:rsid w:val="00A0160D"/>
    <w:rsid w:val="00A04690"/>
    <w:rsid w:val="00A10283"/>
    <w:rsid w:val="00A1664E"/>
    <w:rsid w:val="00A1682D"/>
    <w:rsid w:val="00A22B5E"/>
    <w:rsid w:val="00A2686F"/>
    <w:rsid w:val="00A34DD8"/>
    <w:rsid w:val="00A401FF"/>
    <w:rsid w:val="00A40DD3"/>
    <w:rsid w:val="00A60806"/>
    <w:rsid w:val="00A65273"/>
    <w:rsid w:val="00A65C25"/>
    <w:rsid w:val="00A7707B"/>
    <w:rsid w:val="00A830EB"/>
    <w:rsid w:val="00A8311B"/>
    <w:rsid w:val="00A919C3"/>
    <w:rsid w:val="00A95C85"/>
    <w:rsid w:val="00A97B88"/>
    <w:rsid w:val="00AB3D88"/>
    <w:rsid w:val="00AC0653"/>
    <w:rsid w:val="00AC17DD"/>
    <w:rsid w:val="00AC2C4C"/>
    <w:rsid w:val="00AD1EFE"/>
    <w:rsid w:val="00AD3F26"/>
    <w:rsid w:val="00AD51FC"/>
    <w:rsid w:val="00AD5DE4"/>
    <w:rsid w:val="00AD7E56"/>
    <w:rsid w:val="00AE3296"/>
    <w:rsid w:val="00AF5204"/>
    <w:rsid w:val="00AF58AF"/>
    <w:rsid w:val="00AF5EE3"/>
    <w:rsid w:val="00B01F08"/>
    <w:rsid w:val="00B05574"/>
    <w:rsid w:val="00B119C2"/>
    <w:rsid w:val="00B121C4"/>
    <w:rsid w:val="00B13304"/>
    <w:rsid w:val="00B16E8F"/>
    <w:rsid w:val="00B2442F"/>
    <w:rsid w:val="00B30401"/>
    <w:rsid w:val="00B37FB4"/>
    <w:rsid w:val="00B41B92"/>
    <w:rsid w:val="00B44FE8"/>
    <w:rsid w:val="00B462A5"/>
    <w:rsid w:val="00B56551"/>
    <w:rsid w:val="00B6637D"/>
    <w:rsid w:val="00B70C16"/>
    <w:rsid w:val="00B73DB9"/>
    <w:rsid w:val="00B90B99"/>
    <w:rsid w:val="00B918A0"/>
    <w:rsid w:val="00BA777E"/>
    <w:rsid w:val="00BA7B33"/>
    <w:rsid w:val="00BB76D0"/>
    <w:rsid w:val="00BC363C"/>
    <w:rsid w:val="00BC7A43"/>
    <w:rsid w:val="00BE5349"/>
    <w:rsid w:val="00BE5F09"/>
    <w:rsid w:val="00BE60D7"/>
    <w:rsid w:val="00BF0EE9"/>
    <w:rsid w:val="00BF25FE"/>
    <w:rsid w:val="00C11EF9"/>
    <w:rsid w:val="00C146EC"/>
    <w:rsid w:val="00C16114"/>
    <w:rsid w:val="00C267C8"/>
    <w:rsid w:val="00C268A0"/>
    <w:rsid w:val="00C32807"/>
    <w:rsid w:val="00C377A0"/>
    <w:rsid w:val="00C37B1B"/>
    <w:rsid w:val="00C40CAF"/>
    <w:rsid w:val="00C460F2"/>
    <w:rsid w:val="00C46C80"/>
    <w:rsid w:val="00C57BB1"/>
    <w:rsid w:val="00C62C24"/>
    <w:rsid w:val="00C635B6"/>
    <w:rsid w:val="00C73B7A"/>
    <w:rsid w:val="00C837D0"/>
    <w:rsid w:val="00C856A5"/>
    <w:rsid w:val="00C87051"/>
    <w:rsid w:val="00C8724D"/>
    <w:rsid w:val="00C95D3E"/>
    <w:rsid w:val="00CA326D"/>
    <w:rsid w:val="00CA5CBD"/>
    <w:rsid w:val="00CA6260"/>
    <w:rsid w:val="00CC3AEB"/>
    <w:rsid w:val="00CC46C4"/>
    <w:rsid w:val="00CC54FD"/>
    <w:rsid w:val="00CC7F21"/>
    <w:rsid w:val="00CD1E09"/>
    <w:rsid w:val="00CE005B"/>
    <w:rsid w:val="00CE44B5"/>
    <w:rsid w:val="00CE4F14"/>
    <w:rsid w:val="00CF15D4"/>
    <w:rsid w:val="00CF523C"/>
    <w:rsid w:val="00D0361A"/>
    <w:rsid w:val="00D048B2"/>
    <w:rsid w:val="00D05834"/>
    <w:rsid w:val="00D071A8"/>
    <w:rsid w:val="00D1150B"/>
    <w:rsid w:val="00D22D83"/>
    <w:rsid w:val="00D30ADD"/>
    <w:rsid w:val="00D30B3C"/>
    <w:rsid w:val="00D32F8A"/>
    <w:rsid w:val="00D371FC"/>
    <w:rsid w:val="00D43A0D"/>
    <w:rsid w:val="00D452A6"/>
    <w:rsid w:val="00D45BD0"/>
    <w:rsid w:val="00D46867"/>
    <w:rsid w:val="00D526F3"/>
    <w:rsid w:val="00D548BD"/>
    <w:rsid w:val="00D57724"/>
    <w:rsid w:val="00D621ED"/>
    <w:rsid w:val="00D7260C"/>
    <w:rsid w:val="00D73F99"/>
    <w:rsid w:val="00D80F22"/>
    <w:rsid w:val="00D86ABE"/>
    <w:rsid w:val="00D90A9E"/>
    <w:rsid w:val="00DA2034"/>
    <w:rsid w:val="00DB4766"/>
    <w:rsid w:val="00DC0302"/>
    <w:rsid w:val="00DC733E"/>
    <w:rsid w:val="00DD14BB"/>
    <w:rsid w:val="00DD2307"/>
    <w:rsid w:val="00DD3FDF"/>
    <w:rsid w:val="00DD437E"/>
    <w:rsid w:val="00DE5229"/>
    <w:rsid w:val="00DF57BE"/>
    <w:rsid w:val="00DF6DFC"/>
    <w:rsid w:val="00E0187F"/>
    <w:rsid w:val="00E06500"/>
    <w:rsid w:val="00E06589"/>
    <w:rsid w:val="00E078F0"/>
    <w:rsid w:val="00E15663"/>
    <w:rsid w:val="00E20446"/>
    <w:rsid w:val="00E23BFA"/>
    <w:rsid w:val="00E539C6"/>
    <w:rsid w:val="00E57060"/>
    <w:rsid w:val="00E5740B"/>
    <w:rsid w:val="00E639CB"/>
    <w:rsid w:val="00E64D96"/>
    <w:rsid w:val="00E656CE"/>
    <w:rsid w:val="00E75769"/>
    <w:rsid w:val="00E7763A"/>
    <w:rsid w:val="00E806A7"/>
    <w:rsid w:val="00E81ADD"/>
    <w:rsid w:val="00E85C14"/>
    <w:rsid w:val="00E87616"/>
    <w:rsid w:val="00E900A5"/>
    <w:rsid w:val="00E90FFB"/>
    <w:rsid w:val="00E92539"/>
    <w:rsid w:val="00E97D35"/>
    <w:rsid w:val="00EA5C16"/>
    <w:rsid w:val="00EA68CE"/>
    <w:rsid w:val="00EB0429"/>
    <w:rsid w:val="00EB0748"/>
    <w:rsid w:val="00EC0A7E"/>
    <w:rsid w:val="00EC185C"/>
    <w:rsid w:val="00ED5EB9"/>
    <w:rsid w:val="00EE526B"/>
    <w:rsid w:val="00EF000D"/>
    <w:rsid w:val="00EF720F"/>
    <w:rsid w:val="00F02994"/>
    <w:rsid w:val="00F029B9"/>
    <w:rsid w:val="00F02CDE"/>
    <w:rsid w:val="00F25C3E"/>
    <w:rsid w:val="00F37545"/>
    <w:rsid w:val="00F444C3"/>
    <w:rsid w:val="00F46830"/>
    <w:rsid w:val="00F5032F"/>
    <w:rsid w:val="00F530C3"/>
    <w:rsid w:val="00F545A3"/>
    <w:rsid w:val="00F637FC"/>
    <w:rsid w:val="00F6510F"/>
    <w:rsid w:val="00F83EE2"/>
    <w:rsid w:val="00F83F06"/>
    <w:rsid w:val="00F8454E"/>
    <w:rsid w:val="00F92012"/>
    <w:rsid w:val="00F950DD"/>
    <w:rsid w:val="00FA6C94"/>
    <w:rsid w:val="00FA7251"/>
    <w:rsid w:val="00FB1010"/>
    <w:rsid w:val="00FB1502"/>
    <w:rsid w:val="00FB5706"/>
    <w:rsid w:val="00FB7887"/>
    <w:rsid w:val="00FC0E28"/>
    <w:rsid w:val="00FF11A3"/>
    <w:rsid w:val="00FF4498"/>
    <w:rsid w:val="00FF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15FF7B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D4D7B"/>
    <w:pPr>
      <w:keepNext/>
      <w:keepLines/>
      <w:spacing w:before="240" w:line="240" w:lineRule="auto"/>
      <w:outlineLvl w:val="0"/>
    </w:pPr>
    <w:rPr>
      <w:rFonts w:ascii="Calibri Light" w:hAnsi="Calibri Light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table" w:styleId="Tabela-Siatka">
    <w:name w:val="Table Grid"/>
    <w:basedOn w:val="Standardowy"/>
    <w:uiPriority w:val="39"/>
    <w:rsid w:val="006738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825980"/>
    <w:rPr>
      <w:color w:val="0000FF"/>
      <w:u w:val="single"/>
    </w:rPr>
  </w:style>
  <w:style w:type="paragraph" w:customStyle="1" w:styleId="Akapitzlist1">
    <w:name w:val="Akapit z listą1"/>
    <w:basedOn w:val="Normalny"/>
    <w:rsid w:val="00825980"/>
    <w:pPr>
      <w:suppressAutoHyphens/>
      <w:spacing w:line="240" w:lineRule="auto"/>
      <w:ind w:left="720"/>
    </w:pPr>
    <w:rPr>
      <w:rFonts w:cs="Arial"/>
      <w:lang w:eastAsia="zh-CN"/>
    </w:rPr>
  </w:style>
  <w:style w:type="paragraph" w:customStyle="1" w:styleId="Standard">
    <w:name w:val="Standard"/>
    <w:rsid w:val="00825980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character" w:customStyle="1" w:styleId="AkapitzlistZnak">
    <w:name w:val="Akapit z listą Znak"/>
    <w:link w:val="Akapitzlist"/>
    <w:uiPriority w:val="34"/>
    <w:qFormat/>
    <w:locked/>
    <w:rsid w:val="00825980"/>
    <w:rPr>
      <w:rFonts w:ascii="Arial" w:hAnsi="Arial"/>
      <w:sz w:val="24"/>
      <w:szCs w:val="24"/>
    </w:rPr>
  </w:style>
  <w:style w:type="paragraph" w:customStyle="1" w:styleId="Noparagraphstyle">
    <w:name w:val="[No paragraph style]"/>
    <w:rsid w:val="00723EA8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4675F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6D4D7B"/>
    <w:rPr>
      <w:rFonts w:ascii="Calibri Light" w:hAnsi="Calibri Light"/>
      <w:b/>
      <w:sz w:val="24"/>
      <w:szCs w:val="32"/>
    </w:rPr>
  </w:style>
  <w:style w:type="character" w:styleId="Pogrubienie">
    <w:name w:val="Strong"/>
    <w:basedOn w:val="Domylnaczcionkaakapitu"/>
    <w:qFormat/>
    <w:rsid w:val="006D4D7B"/>
    <w:rPr>
      <w:b/>
      <w:bCs/>
      <w:bdr w:val="none" w:sz="0" w:space="0" w:color="auto"/>
      <w:shd w:val="clear" w:color="auto" w:fill="FFFFFF" w:themeFill="background1"/>
    </w:rPr>
  </w:style>
  <w:style w:type="character" w:styleId="Odwoaniedokomentarza">
    <w:name w:val="annotation reference"/>
    <w:basedOn w:val="Domylnaczcionkaakapitu"/>
    <w:rsid w:val="0036132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61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6132B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36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6132B"/>
    <w:rPr>
      <w:rFonts w:ascii="Arial" w:hAnsi="Arial"/>
      <w:b/>
      <w:bCs/>
    </w:rPr>
  </w:style>
  <w:style w:type="paragraph" w:styleId="Poprawka">
    <w:name w:val="Revision"/>
    <w:hidden/>
    <w:uiPriority w:val="99"/>
    <w:semiHidden/>
    <w:rsid w:val="00F637FC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64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0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1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6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57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5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8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odzajdokumentu xmlns="5693c908-9e4a-4332-a4f0-30963ad3cc0b" xsi:nil="true"/>
    <lcf76f155ced4ddcb4097134ff3c332f xmlns="5693c908-9e4a-4332-a4f0-30963ad3cc0b">
      <Terms xmlns="http://schemas.microsoft.com/office/infopath/2007/PartnerControls"/>
    </lcf76f155ced4ddcb4097134ff3c332f>
    <TaxCatchAll xmlns="51577be6-f562-446c-89b8-693c306e441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46540ACB6FF543A2A789FE733787BE" ma:contentTypeVersion="20" ma:contentTypeDescription="Utwórz nowy dokument." ma:contentTypeScope="" ma:versionID="4c251b45b23c12221c4c650f4b553cd8">
  <xsd:schema xmlns:xsd="http://www.w3.org/2001/XMLSchema" xmlns:xs="http://www.w3.org/2001/XMLSchema" xmlns:p="http://schemas.microsoft.com/office/2006/metadata/properties" xmlns:ns2="5693c908-9e4a-4332-a4f0-30963ad3cc0b" xmlns:ns3="51577be6-f562-446c-89b8-693c306e441f" targetNamespace="http://schemas.microsoft.com/office/2006/metadata/properties" ma:root="true" ma:fieldsID="d76e91716265e9e97796811411afde41" ns2:_="" ns3:_="">
    <xsd:import namespace="5693c908-9e4a-4332-a4f0-30963ad3cc0b"/>
    <xsd:import namespace="51577be6-f562-446c-89b8-693c306e44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Rodzajdokumentu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93c908-9e4a-4332-a4f0-30963ad3cc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142002d5-3109-4816-a9a0-01d8e4360f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Rodzajdokumentu" ma:index="25" nillable="true" ma:displayName="Rodzaj dokumentu" ma:format="Dropdown" ma:internalName="Rodzajdokumentu">
      <xsd:simpleType>
        <xsd:restriction base="dms:Choice">
          <xsd:enumeration value="Zamówienia"/>
          <xsd:enumeration value="kwalifikowalność"/>
          <xsd:enumeration value="uczestnicy"/>
          <xsd:enumeration value="wnioski o płatność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577be6-f562-446c-89b8-693c306e441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9ffc8b-77f9-40f5-9d00-bbbde62bf202}" ma:internalName="TaxCatchAll" ma:showField="CatchAllData" ma:web="51577be6-f562-446c-89b8-693c306e44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D79367-CCEA-4F4F-89DC-1B47D524BFFD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BC148EA4-6166-4364-8978-A8FA091E5A42}">
  <ds:schemaRefs>
    <ds:schemaRef ds:uri="http://schemas.microsoft.com/office/2006/metadata/properties"/>
    <ds:schemaRef ds:uri="http://schemas.microsoft.com/office/infopath/2007/PartnerControls"/>
    <ds:schemaRef ds:uri="5693c908-9e4a-4332-a4f0-30963ad3cc0b"/>
    <ds:schemaRef ds:uri="51577be6-f562-446c-89b8-693c306e441f"/>
  </ds:schemaRefs>
</ds:datastoreItem>
</file>

<file path=customXml/itemProps3.xml><?xml version="1.0" encoding="utf-8"?>
<ds:datastoreItem xmlns:ds="http://schemas.openxmlformats.org/officeDocument/2006/customXml" ds:itemID="{EFDDF74D-C43B-4C11-B08F-0C76562475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93c908-9e4a-4332-a4f0-30963ad3cc0b"/>
    <ds:schemaRef ds:uri="51577be6-f562-446c-89b8-693c306e44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C2F8C5-5462-44DC-859C-0393780EB7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0</TotalTime>
  <Pages>4</Pages>
  <Words>854</Words>
  <Characters>5130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5973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Anna Klingsporn-Karge</cp:lastModifiedBy>
  <cp:revision>2</cp:revision>
  <cp:lastPrinted>2025-03-31T09:42:00Z</cp:lastPrinted>
  <dcterms:created xsi:type="dcterms:W3CDTF">2025-11-25T16:01:00Z</dcterms:created>
  <dcterms:modified xsi:type="dcterms:W3CDTF">2025-11-25T16:01:00Z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0x0101002A46540ACB6FF543A2A789FE733787BE</vt:lpwstr>
  </property>
  <property fmtid="{D5CDD505-2E9C-101B-9397-08002B2CF9AE}" pid="3" name="MediaServiceImageTags">
    <vt:lpwstr/>
  </property>
</Properties>
</file>